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881A66D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580" w:lineRule="exact"/>
        <w:ind w:left="0"/>
        <w:jc w:val="center"/>
        <w:textAlignment w:val="auto"/>
        <w:rPr>
          <w:rFonts w:hint="eastAsia" w:ascii="方正小标宋简体" w:hAnsi="宋体" w:eastAsia="方正小标宋简体"/>
          <w:bCs/>
          <w:color w:val="auto"/>
          <w:spacing w:val="-4"/>
          <w:sz w:val="44"/>
          <w:szCs w:val="44"/>
          <w:highlight w:val="none"/>
        </w:rPr>
      </w:pPr>
      <w:bookmarkStart w:id="7" w:name="_GoBack"/>
      <w:bookmarkEnd w:id="7"/>
    </w:p>
    <w:p w14:paraId="3BC195F4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580" w:lineRule="exact"/>
        <w:ind w:left="0"/>
        <w:jc w:val="center"/>
        <w:textAlignment w:val="auto"/>
        <w:rPr>
          <w:rFonts w:hint="eastAsia" w:ascii="方正小标宋简体" w:hAnsi="宋体" w:eastAsia="方正小标宋简体"/>
          <w:bCs/>
          <w:color w:val="auto"/>
          <w:spacing w:val="-4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宋体" w:eastAsia="方正小标宋简体"/>
          <w:bCs/>
          <w:color w:val="auto"/>
          <w:spacing w:val="-4"/>
          <w:sz w:val="44"/>
          <w:szCs w:val="44"/>
          <w:highlight w:val="none"/>
        </w:rPr>
        <w:t>国家粮食和物资储备局</w:t>
      </w:r>
      <w:r>
        <w:rPr>
          <w:rFonts w:hint="eastAsia" w:ascii="方正小标宋简体" w:hAnsi="宋体" w:eastAsia="方正小标宋简体"/>
          <w:bCs/>
          <w:color w:val="auto"/>
          <w:spacing w:val="-4"/>
          <w:sz w:val="44"/>
          <w:szCs w:val="44"/>
          <w:highlight w:val="none"/>
          <w:lang w:eastAsia="zh-CN"/>
        </w:rPr>
        <w:t>河南局</w:t>
      </w:r>
    </w:p>
    <w:p w14:paraId="52A1447A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580" w:lineRule="exact"/>
        <w:ind w:left="0"/>
        <w:jc w:val="center"/>
        <w:textAlignment w:val="auto"/>
        <w:rPr>
          <w:rFonts w:ascii="方正小标宋简体" w:hAnsi="宋体" w:eastAsia="方正小标宋简体"/>
          <w:bCs/>
          <w:color w:val="auto"/>
          <w:sz w:val="44"/>
          <w:szCs w:val="44"/>
          <w:highlight w:val="none"/>
          <w:shd w:val="clear" w:color="auto" w:fill="FFFFFF"/>
        </w:rPr>
      </w:pPr>
      <w:r>
        <w:rPr>
          <w:rFonts w:hint="default" w:ascii="方正小标宋简体" w:hAnsi="宋体" w:eastAsia="方正小标宋简体"/>
          <w:bCs/>
          <w:color w:val="auto"/>
          <w:sz w:val="44"/>
          <w:szCs w:val="44"/>
          <w:highlight w:val="none"/>
          <w:shd w:val="clear" w:color="auto" w:fill="FFFFFF"/>
          <w:lang w:val="en"/>
        </w:rPr>
        <w:t>202</w:t>
      </w:r>
      <w:r>
        <w:rPr>
          <w:rFonts w:hint="eastAsia" w:ascii="方正小标宋简体" w:hAnsi="宋体" w:eastAsia="方正小标宋简体"/>
          <w:bCs/>
          <w:color w:val="auto"/>
          <w:sz w:val="44"/>
          <w:szCs w:val="44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方正小标宋简体" w:hAnsi="宋体" w:eastAsia="方正小标宋简体"/>
          <w:bCs/>
          <w:color w:val="auto"/>
          <w:sz w:val="44"/>
          <w:szCs w:val="44"/>
          <w:highlight w:val="none"/>
          <w:shd w:val="clear" w:color="auto" w:fill="FFFFFF"/>
          <w:lang w:val="en" w:eastAsia="zh-CN"/>
        </w:rPr>
        <w:t>年度</w:t>
      </w:r>
      <w:r>
        <w:rPr>
          <w:rFonts w:ascii="方正小标宋简体" w:hAnsi="宋体" w:eastAsia="方正小标宋简体"/>
          <w:bCs/>
          <w:color w:val="auto"/>
          <w:sz w:val="44"/>
          <w:szCs w:val="44"/>
          <w:highlight w:val="none"/>
          <w:shd w:val="clear" w:color="auto" w:fill="FFFFFF"/>
        </w:rPr>
        <w:t>考试录用公务员面试公告</w:t>
      </w:r>
    </w:p>
    <w:p w14:paraId="2BE35D4F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pacing w:line="580" w:lineRule="exact"/>
        <w:ind w:left="0" w:firstLine="640"/>
        <w:textAlignment w:val="auto"/>
        <w:rPr>
          <w:rFonts w:eastAsia="仿宋_GB2312"/>
          <w:color w:val="auto"/>
          <w:sz w:val="32"/>
          <w:szCs w:val="32"/>
          <w:highlight w:val="none"/>
          <w:shd w:val="clear" w:color="auto" w:fill="FFFFFF"/>
        </w:rPr>
      </w:pPr>
    </w:p>
    <w:p w14:paraId="768383E7">
      <w:pPr>
        <w:ind w:firstLine="616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根据公务员法和公务员录用有关规定，现就202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5年度国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家粮食和物资储备局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河南局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考试录用公务员面试有关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事项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通知如下：</w:t>
      </w:r>
    </w:p>
    <w:p w14:paraId="52D5CEA8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580" w:lineRule="exact"/>
        <w:ind w:left="0" w:firstLine="672"/>
        <w:textAlignment w:val="auto"/>
        <w:rPr>
          <w:rFonts w:hint="eastAsia" w:eastAsia="黑体"/>
          <w:color w:val="auto"/>
          <w:sz w:val="32"/>
          <w:szCs w:val="36"/>
          <w:highlight w:val="none"/>
          <w:shd w:val="clear" w:color="auto" w:fill="FFFFFF"/>
          <w:lang w:val="en-US" w:eastAsia="zh-CN"/>
        </w:rPr>
      </w:pPr>
      <w:r>
        <w:rPr>
          <w:rFonts w:hint="eastAsia" w:eastAsia="黑体"/>
          <w:color w:val="auto"/>
          <w:sz w:val="32"/>
          <w:szCs w:val="36"/>
          <w:highlight w:val="none"/>
          <w:shd w:val="clear" w:color="auto" w:fill="FFFFFF"/>
        </w:rPr>
        <w:t>一、面试名单</w:t>
      </w:r>
      <w:r>
        <w:rPr>
          <w:rFonts w:hint="eastAsia" w:eastAsia="黑体"/>
          <w:color w:val="auto"/>
          <w:sz w:val="32"/>
          <w:szCs w:val="36"/>
          <w:highlight w:val="none"/>
          <w:shd w:val="clear" w:color="auto" w:fill="FFFFFF"/>
          <w:lang w:eastAsia="zh-CN"/>
        </w:rPr>
        <w:t>（</w:t>
      </w:r>
      <w:r>
        <w:rPr>
          <w:rFonts w:hint="eastAsia" w:eastAsia="黑体"/>
          <w:color w:val="auto"/>
          <w:sz w:val="32"/>
          <w:szCs w:val="36"/>
          <w:highlight w:val="none"/>
          <w:shd w:val="clear" w:color="auto" w:fill="FFFFFF"/>
          <w:lang w:val="en-US" w:eastAsia="zh-CN"/>
        </w:rPr>
        <w:t>同一职位考生</w:t>
      </w:r>
      <w:r>
        <w:rPr>
          <w:rFonts w:hint="eastAsia" w:eastAsia="黑体"/>
          <w:color w:val="auto"/>
          <w:sz w:val="32"/>
          <w:szCs w:val="36"/>
          <w:highlight w:val="none"/>
          <w:shd w:val="clear" w:color="auto" w:fill="FFFFFF"/>
          <w:lang w:eastAsia="zh-CN"/>
        </w:rPr>
        <w:t>按照准考证号排序）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4"/>
        <w:gridCol w:w="1134"/>
        <w:gridCol w:w="1134"/>
        <w:gridCol w:w="2062"/>
        <w:gridCol w:w="1417"/>
        <w:gridCol w:w="784"/>
      </w:tblGrid>
      <w:tr w14:paraId="00D8B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79EF1">
            <w:pPr>
              <w:widowControl/>
              <w:autoSpaceDN w:val="0"/>
              <w:spacing w:line="640" w:lineRule="exact"/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  <w:highlight w:val="none"/>
              </w:rPr>
              <w:t>职位名称及代码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17004">
            <w:pPr>
              <w:widowControl/>
              <w:autoSpaceDN w:val="0"/>
              <w:spacing w:line="300" w:lineRule="exact"/>
              <w:jc w:val="center"/>
              <w:rPr>
                <w:rFonts w:eastAsia="黑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  <w:highlight w:val="none"/>
              </w:rPr>
              <w:t>进入</w:t>
            </w:r>
          </w:p>
          <w:p w14:paraId="0EAAE10F">
            <w:pPr>
              <w:widowControl/>
              <w:autoSpaceDN w:val="0"/>
              <w:spacing w:line="300" w:lineRule="exact"/>
              <w:jc w:val="center"/>
              <w:rPr>
                <w:rFonts w:eastAsia="黑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  <w:highlight w:val="none"/>
              </w:rPr>
              <w:t>面试</w:t>
            </w:r>
          </w:p>
          <w:p w14:paraId="17EF0D75">
            <w:pPr>
              <w:widowControl/>
              <w:autoSpaceDN w:val="0"/>
              <w:spacing w:line="300" w:lineRule="exact"/>
              <w:jc w:val="center"/>
              <w:rPr>
                <w:rFonts w:eastAsia="黑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  <w:highlight w:val="none"/>
              </w:rPr>
              <w:t>最低</w:t>
            </w:r>
          </w:p>
          <w:p w14:paraId="4EC4D265">
            <w:pPr>
              <w:widowControl/>
              <w:autoSpaceDN w:val="0"/>
              <w:spacing w:line="300" w:lineRule="exact"/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  <w:highlight w:val="none"/>
              </w:rPr>
              <w:t>分数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80C86">
            <w:pPr>
              <w:widowControl/>
              <w:autoSpaceDN w:val="0"/>
              <w:spacing w:line="640" w:lineRule="exact"/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  <w:highlight w:val="none"/>
              </w:rPr>
              <w:t>姓</w:t>
            </w:r>
            <w:r>
              <w:rPr>
                <w:rFonts w:eastAsia="黑体"/>
                <w:color w:val="auto"/>
                <w:kern w:val="0"/>
                <w:sz w:val="28"/>
                <w:szCs w:val="28"/>
                <w:highlight w:val="none"/>
              </w:rPr>
              <w:t xml:space="preserve">  </w:t>
            </w:r>
            <w:r>
              <w:rPr>
                <w:rFonts w:hint="eastAsia" w:eastAsia="黑体"/>
                <w:color w:val="auto"/>
                <w:kern w:val="0"/>
                <w:sz w:val="28"/>
                <w:szCs w:val="28"/>
                <w:highlight w:val="none"/>
              </w:rPr>
              <w:t>名</w:t>
            </w:r>
          </w:p>
        </w:tc>
        <w:tc>
          <w:tcPr>
            <w:tcW w:w="2062" w:type="dxa"/>
            <w:tcBorders>
              <w:top w:val="single" w:color="000000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FFB79">
            <w:pPr>
              <w:widowControl/>
              <w:autoSpaceDN w:val="0"/>
              <w:spacing w:line="640" w:lineRule="exact"/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  <w:highlight w:val="none"/>
              </w:rPr>
              <w:t>准考证号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C62DA">
            <w:pPr>
              <w:widowControl/>
              <w:autoSpaceDN w:val="0"/>
              <w:spacing w:line="640" w:lineRule="exact"/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  <w:highlight w:val="none"/>
              </w:rPr>
              <w:t>面试时间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6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9D3FE">
            <w:pPr>
              <w:widowControl/>
              <w:autoSpaceDN w:val="0"/>
              <w:spacing w:line="640" w:lineRule="exact"/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eastAsia="黑体"/>
                <w:color w:val="auto"/>
                <w:kern w:val="0"/>
                <w:sz w:val="28"/>
                <w:szCs w:val="28"/>
                <w:highlight w:val="none"/>
              </w:rPr>
              <w:t>备</w:t>
            </w:r>
            <w:r>
              <w:rPr>
                <w:rFonts w:eastAsia="黑体"/>
                <w:color w:val="auto"/>
                <w:kern w:val="0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eastAsia="黑体"/>
                <w:color w:val="auto"/>
                <w:kern w:val="0"/>
                <w:sz w:val="28"/>
                <w:szCs w:val="28"/>
                <w:highlight w:val="none"/>
              </w:rPr>
              <w:t>注</w:t>
            </w:r>
          </w:p>
        </w:tc>
      </w:tr>
      <w:tr w14:paraId="5DD4C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2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8B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办公室一级主任科员及以下</w:t>
            </w:r>
          </w:p>
          <w:p w14:paraId="621B5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（300110111001）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0A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00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宋家琛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7C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153141020102116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1EFB7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0"/>
                <w:highlight w:val="none"/>
                <w:lang w:val="en-US" w:eastAsia="zh-CN"/>
              </w:rPr>
              <w:t>3月15日和16日</w:t>
            </w:r>
          </w:p>
        </w:tc>
        <w:tc>
          <w:tcPr>
            <w:tcW w:w="7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33527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  <w:lang w:val="en-US" w:eastAsia="zh-CN"/>
              </w:rPr>
            </w:pPr>
            <w:bookmarkStart w:id="0" w:name="OLE_LINK6"/>
            <w:r>
              <w:rPr>
                <w:rFonts w:hint="eastAsia" w:ascii="仿宋_GB2312" w:hAnsi="仿宋_GB2312" w:cs="仿宋_GB2312"/>
                <w:color w:val="auto"/>
                <w:sz w:val="20"/>
                <w:highlight w:val="none"/>
                <w:lang w:val="en-US" w:eastAsia="zh-CN"/>
              </w:rPr>
              <w:t>首批进入面试人员</w:t>
            </w:r>
            <w:bookmarkEnd w:id="0"/>
          </w:p>
        </w:tc>
      </w:tr>
      <w:tr w14:paraId="72FDE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F763C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D1A71"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5C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马君一乐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CA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153141040101522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FBA54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44D4E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0"/>
                <w:highlight w:val="none"/>
                <w:lang w:eastAsia="zh-CN"/>
              </w:rPr>
            </w:pPr>
          </w:p>
        </w:tc>
      </w:tr>
      <w:tr w14:paraId="2F358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109AE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208F0"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E8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罗  宁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6C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153141110101527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45A35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C4234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0"/>
                <w:highlight w:val="none"/>
                <w:lang w:eastAsia="zh-CN"/>
              </w:rPr>
            </w:pPr>
          </w:p>
        </w:tc>
      </w:tr>
      <w:tr w14:paraId="6CD41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2F4BC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60D1B"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C3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朱  媛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99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153141150100719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C6BF2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051A8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0"/>
                <w:highlight w:val="none"/>
                <w:lang w:eastAsia="zh-CN"/>
              </w:rPr>
            </w:pPr>
          </w:p>
        </w:tc>
      </w:tr>
      <w:tr w14:paraId="78679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E07CA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460F5"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EB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刘  娟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56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153141150100914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8055A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E0CE6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0"/>
                <w:highlight w:val="none"/>
                <w:lang w:eastAsia="zh-CN"/>
              </w:rPr>
            </w:pPr>
          </w:p>
        </w:tc>
      </w:tr>
      <w:tr w14:paraId="126B6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40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粮棉糖和救灾物资监管处一级主任科员及以下</w:t>
            </w:r>
          </w:p>
          <w:p w14:paraId="6434C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（300110111002）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F9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124.7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B7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高广林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8C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153132040103313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74291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0"/>
                <w:highlight w:val="none"/>
                <w:lang w:val="en-US" w:eastAsia="zh-CN"/>
              </w:rPr>
              <w:t>3月15日和16日</w:t>
            </w:r>
          </w:p>
        </w:tc>
        <w:tc>
          <w:tcPr>
            <w:tcW w:w="7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CA41A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0"/>
                <w:highlight w:val="none"/>
                <w:lang w:val="en-US" w:eastAsia="zh-CN"/>
              </w:rPr>
              <w:t>首批进入面试人员</w:t>
            </w:r>
          </w:p>
        </w:tc>
      </w:tr>
      <w:tr w14:paraId="0C87A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04794">
            <w:pPr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E291B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50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后步槽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6C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153132100100319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4D723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89B0A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</w:tr>
      <w:tr w14:paraId="1732E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08C3C">
            <w:pPr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A35C2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69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6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李  岩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06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pacing w:val="-6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153137240101101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6848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1012E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</w:tr>
      <w:tr w14:paraId="44C94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AFE6F">
            <w:pPr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16AD1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3D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李苑静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A7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153141012002412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F175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100FE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</w:tr>
      <w:tr w14:paraId="2C4595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CD912">
            <w:pPr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7B6E5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F5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吕浩天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C5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153141012008307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FBBC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BF1AB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</w:tr>
      <w:tr w14:paraId="41482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3E7EB">
            <w:pPr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F20A5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FA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郑康乐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0F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153141020103224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83FE6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B5B34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</w:tr>
      <w:tr w14:paraId="478DA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536A7">
            <w:pPr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CD84C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C9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郜  兰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52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153141090101905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87CD5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5DC51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</w:tr>
      <w:tr w14:paraId="3D827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6E70C">
            <w:pPr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23EC8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7A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许丽亚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C8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153141140100918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54C0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88E00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</w:tr>
      <w:tr w14:paraId="55770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51CF0">
            <w:pPr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30C79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E2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赵永硕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66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153141170102112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C88EF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F68FA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</w:tr>
      <w:tr w14:paraId="40112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D8327">
            <w:pPr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4CF65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1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赵勇帅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8A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153144020902127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20CB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34564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</w:tr>
      <w:tr w14:paraId="32D34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EA178">
            <w:pPr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85D3C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24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程世佳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6C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153144020902607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5F375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B6F02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</w:tr>
      <w:tr w14:paraId="23E10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FE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执法督查处一级主任科员及以下（300110111003）</w:t>
            </w:r>
          </w:p>
          <w:p w14:paraId="100A532E">
            <w:pPr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7A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129.7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F1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胡怡波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9C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153134012402625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751A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0"/>
                <w:highlight w:val="none"/>
                <w:lang w:val="en-US" w:eastAsia="zh-CN"/>
              </w:rPr>
              <w:t>3月15日和16日</w:t>
            </w:r>
          </w:p>
        </w:tc>
        <w:tc>
          <w:tcPr>
            <w:tcW w:w="7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D98DC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0"/>
                <w:highlight w:val="none"/>
                <w:lang w:val="en-US" w:eastAsia="zh-CN"/>
              </w:rPr>
              <w:t>首批进入面试人员</w:t>
            </w:r>
          </w:p>
        </w:tc>
      </w:tr>
      <w:tr w14:paraId="52C77C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F6351">
            <w:pPr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05522">
            <w:pPr>
              <w:shd w:val="solid" w:color="FFFFFF" w:fill="auto"/>
              <w:autoSpaceDN w:val="0"/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1B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刘鹏群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62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153141012003127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C8B0B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424C8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</w:tr>
      <w:tr w14:paraId="2AE670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E6C23">
            <w:pPr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6DE0B">
            <w:pPr>
              <w:shd w:val="solid" w:color="FFFFFF" w:fill="auto"/>
              <w:autoSpaceDN w:val="0"/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38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林宁宁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49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153141012008409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7FC37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00674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</w:tr>
      <w:tr w14:paraId="13EA88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8A6A7">
            <w:pPr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F811D">
            <w:pPr>
              <w:shd w:val="solid" w:color="FFFFFF" w:fill="auto"/>
              <w:autoSpaceDN w:val="0"/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E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娄林沙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A2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153141020102327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83C7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8F1EE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</w:tr>
      <w:tr w14:paraId="094862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9BCB0">
            <w:pPr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81EEA">
            <w:pPr>
              <w:shd w:val="solid" w:color="FFFFFF" w:fill="auto"/>
              <w:autoSpaceDN w:val="0"/>
              <w:spacing w:line="300" w:lineRule="exact"/>
              <w:jc w:val="center"/>
              <w:rPr>
                <w:rFonts w:hint="eastAsia" w:ascii="仿宋_GB2312" w:hAnsi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E7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邢伟民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ED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153141150102314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B123E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49A2E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</w:p>
        </w:tc>
      </w:tr>
      <w:tr w14:paraId="5B566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EF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规划建设处一级主任科员及以下（300110111004）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F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128.9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B7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李贤杰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F9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153132010105804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BE14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0"/>
                <w:highlight w:val="none"/>
                <w:lang w:val="en-US" w:eastAsia="zh-CN"/>
              </w:rPr>
              <w:t>3月15日和16日</w:t>
            </w:r>
          </w:p>
        </w:tc>
        <w:tc>
          <w:tcPr>
            <w:tcW w:w="7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FC039">
            <w:pPr>
              <w:widowControl/>
              <w:autoSpaceDN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highlight w:val="none"/>
              </w:rPr>
            </w:pPr>
            <w:r>
              <w:rPr>
                <w:rFonts w:hint="eastAsia" w:ascii="仿宋_GB2312" w:hAnsi="仿宋_GB2312" w:cs="仿宋_GB2312"/>
                <w:color w:val="auto"/>
                <w:sz w:val="20"/>
                <w:highlight w:val="none"/>
                <w:lang w:val="en-US" w:eastAsia="zh-CN"/>
              </w:rPr>
              <w:t>首批进入面试人员</w:t>
            </w:r>
          </w:p>
        </w:tc>
      </w:tr>
      <w:tr w14:paraId="08637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C65A4">
            <w:pPr>
              <w:spacing w:line="300" w:lineRule="exact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28902">
            <w:pPr>
              <w:shd w:val="solid" w:color="FFFFFF" w:fill="auto"/>
              <w:autoSpaceDN w:val="0"/>
              <w:spacing w:line="300" w:lineRule="exact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94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薛道恒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24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153132100102313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F1429">
            <w:pPr>
              <w:spacing w:line="300" w:lineRule="exact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1258C">
            <w:pPr>
              <w:widowControl/>
              <w:autoSpaceDN w:val="0"/>
              <w:spacing w:line="300" w:lineRule="exact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33DF6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5632">
            <w:pPr>
              <w:spacing w:line="300" w:lineRule="exact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2376B">
            <w:pPr>
              <w:shd w:val="solid" w:color="FFFFFF" w:fill="auto"/>
              <w:autoSpaceDN w:val="0"/>
              <w:spacing w:line="300" w:lineRule="exact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3E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王  立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AB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153141020101505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8E1DE">
            <w:pPr>
              <w:spacing w:line="300" w:lineRule="exact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587E8">
            <w:pPr>
              <w:widowControl/>
              <w:autoSpaceDN w:val="0"/>
              <w:spacing w:line="300" w:lineRule="exact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13DBE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0CE0C">
            <w:pPr>
              <w:spacing w:line="300" w:lineRule="exact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2C2D7">
            <w:pPr>
              <w:shd w:val="solid" w:color="FFFFFF" w:fill="auto"/>
              <w:autoSpaceDN w:val="0"/>
              <w:spacing w:line="300" w:lineRule="exact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82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何  航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D7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153141040100225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2C209">
            <w:pPr>
              <w:spacing w:line="300" w:lineRule="exact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A0D54">
            <w:pPr>
              <w:widowControl/>
              <w:autoSpaceDN w:val="0"/>
              <w:spacing w:line="300" w:lineRule="exact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70BA9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D65E0">
            <w:pPr>
              <w:spacing w:line="300" w:lineRule="exact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A5E0E">
            <w:pPr>
              <w:shd w:val="solid" w:color="FFFFFF" w:fill="auto"/>
              <w:autoSpaceDN w:val="0"/>
              <w:spacing w:line="300" w:lineRule="exact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A8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刘将辉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E1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pacing w:val="-6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153141050100720</w:t>
            </w: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CDF69">
            <w:pPr>
              <w:spacing w:line="300" w:lineRule="exact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FD519">
            <w:pPr>
              <w:widowControl/>
              <w:autoSpaceDN w:val="0"/>
              <w:spacing w:line="300" w:lineRule="exact"/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 w14:paraId="13F6D7D5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right="0" w:rightChars="0" w:firstLine="616" w:firstLineChars="200"/>
        <w:textAlignment w:val="auto"/>
        <w:rPr>
          <w:rFonts w:eastAsia="黑体"/>
          <w:color w:val="auto"/>
          <w:sz w:val="32"/>
          <w:szCs w:val="36"/>
          <w:highlight w:val="none"/>
          <w:shd w:val="clear" w:color="auto" w:fill="FFFFFF"/>
        </w:rPr>
      </w:pPr>
      <w:r>
        <w:rPr>
          <w:rFonts w:hint="eastAsia" w:eastAsia="黑体"/>
          <w:color w:val="auto"/>
          <w:sz w:val="32"/>
          <w:szCs w:val="36"/>
          <w:highlight w:val="none"/>
          <w:shd w:val="clear" w:color="auto" w:fill="FFFFFF"/>
        </w:rPr>
        <w:t>二、面试确认</w:t>
      </w:r>
    </w:p>
    <w:p w14:paraId="532BF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请进入面试的考生于202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bookmarkStart w:id="1" w:name="OLE_LINK2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  <w:bookmarkStart w:id="2" w:name="OLE_LINK7"/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17:00</w:t>
      </w:r>
      <w:bookmarkEnd w:id="1"/>
      <w:bookmarkEnd w:id="2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前确认是否参加面试，确认方式为电子邮件。要求如下：    </w:t>
      </w:r>
    </w:p>
    <w:p w14:paraId="18AF1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instrText xml:space="preserve">HYPERLINK "mailto:1.发送邮件至ziqrsc@163.com"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（一）发送电子邮件至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hncbjlrc@163.com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37478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（二）电子邮件标题统一写成“×××确认参加国家粮食和物资储备局河南局××职位面试”，内容见附件1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  <w:bookmarkStart w:id="3" w:name="OLE_LINK1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如网上报名时填报的通讯地址、联系方式等信息发生变化，请在电子邮件中注明。</w:t>
      </w:r>
      <w:bookmarkEnd w:id="3"/>
    </w:p>
    <w:p w14:paraId="186A1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（三）逾期未确认的，视为自动放弃，不再进入面试程序。</w:t>
      </w:r>
    </w:p>
    <w:p w14:paraId="49590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ascii="仿宋_GB2312" w:eastAsia="仿宋_GB2312"/>
          <w:b/>
          <w:bCs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放弃面试的考生请填写《放弃面试的声明》（详见附件2），经本人签名，于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2025年</w:t>
      </w:r>
      <w:r>
        <w:rPr>
          <w:rFonts w:hint="eastAsia" w:ascii="仿宋_GB2312"/>
          <w:color w:val="auto"/>
          <w:sz w:val="32"/>
          <w:szCs w:val="36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6"/>
          <w:highlight w:val="none"/>
          <w:shd w:val="clear" w:color="auto" w:fill="FFFFFF"/>
        </w:rPr>
        <w:t>月</w:t>
      </w:r>
      <w:r>
        <w:rPr>
          <w:rFonts w:hint="eastAsia" w:ascii="仿宋_GB2312"/>
          <w:color w:val="auto"/>
          <w:sz w:val="32"/>
          <w:szCs w:val="36"/>
          <w:highlight w:val="none"/>
          <w:shd w:val="clear" w:color="auto" w:fill="FFFFFF"/>
          <w:lang w:val="en-US" w:eastAsia="zh-CN"/>
        </w:rPr>
        <w:t>21</w:t>
      </w:r>
      <w:r>
        <w:rPr>
          <w:rFonts w:hint="eastAsia" w:ascii="仿宋_GB2312" w:eastAsia="仿宋_GB2312"/>
          <w:color w:val="auto"/>
          <w:sz w:val="32"/>
          <w:szCs w:val="36"/>
          <w:highlight w:val="none"/>
          <w:shd w:val="clear" w:color="auto" w:fill="FFFFFF"/>
        </w:rPr>
        <w:t>日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17:00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前发送扫描件至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hncbjlrc@163.com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。</w:t>
      </w:r>
      <w:r>
        <w:rPr>
          <w:rFonts w:hint="eastAsia" w:eastAsia="仿宋_GB2312"/>
          <w:b/>
          <w:bCs/>
          <w:color w:val="auto"/>
          <w:sz w:val="32"/>
          <w:highlight w:val="none"/>
          <w:shd w:val="clear" w:color="auto" w:fill="FFFFFF"/>
        </w:rPr>
        <w:t>未</w:t>
      </w:r>
      <w:r>
        <w:rPr>
          <w:rFonts w:eastAsia="仿宋_GB2312"/>
          <w:b/>
          <w:bCs/>
          <w:color w:val="auto"/>
          <w:sz w:val="32"/>
          <w:highlight w:val="none"/>
          <w:shd w:val="clear" w:color="auto" w:fill="FFFFFF"/>
        </w:rPr>
        <w:t>在规定时间内填报放弃声明，</w:t>
      </w:r>
      <w:r>
        <w:rPr>
          <w:rFonts w:hint="eastAsia" w:eastAsia="仿宋_GB2312"/>
          <w:b/>
          <w:bCs/>
          <w:color w:val="auto"/>
          <w:sz w:val="32"/>
          <w:highlight w:val="none"/>
          <w:shd w:val="clear" w:color="auto" w:fill="FFFFFF"/>
        </w:rPr>
        <w:t>又因个人原因不参加面试的，视情节轻重记入诚信档案</w:t>
      </w:r>
      <w:r>
        <w:rPr>
          <w:rFonts w:eastAsia="仿宋_GB2312"/>
          <w:b/>
          <w:bCs/>
          <w:color w:val="auto"/>
          <w:sz w:val="32"/>
          <w:highlight w:val="none"/>
          <w:shd w:val="clear" w:color="auto" w:fill="FFFFFF"/>
        </w:rPr>
        <w:t>。</w:t>
      </w:r>
    </w:p>
    <w:p w14:paraId="42F37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80" w:lineRule="exact"/>
        <w:ind w:firstLine="616" w:firstLineChars="200"/>
        <w:textAlignment w:val="auto"/>
        <w:rPr>
          <w:rFonts w:ascii="黑体" w:hAns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三、资格复审</w:t>
      </w:r>
    </w:p>
    <w:p w14:paraId="5D8C4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80" w:lineRule="exact"/>
        <w:ind w:firstLine="619" w:firstLineChars="200"/>
        <w:textAlignment w:val="auto"/>
        <w:rPr>
          <w:rFonts w:ascii="楷体_GB2312" w:eastAsia="楷体_GB2312"/>
          <w:b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b/>
          <w:color w:val="auto"/>
          <w:sz w:val="32"/>
          <w:szCs w:val="32"/>
          <w:highlight w:val="none"/>
        </w:rPr>
        <w:t>（一）初步资料审核</w:t>
      </w:r>
    </w:p>
    <w:p w14:paraId="39943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请考生于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2025年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日前（以寄出邮戳为准）通过邮政特快专递将以下材料复印件邮寄到我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接受初步资料审核（一般不接待本人或快递公司送达）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 w14:paraId="4459AA2B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本人身份证（身份证请正反面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复印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在同一页纸上）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学生证或工作证，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寸免冠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正面证件照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（背面注明姓名及报考职位）。</w:t>
      </w:r>
    </w:p>
    <w:p w14:paraId="3722AE9A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公共科目笔试准考证，内容应清晰，准考证丢失的可截图并打印报名系统相关页面。</w:t>
      </w:r>
    </w:p>
    <w:p w14:paraId="321320BC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3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考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报名登记表请提供两份，一份通过报名系统直接打印导出，不得修改，无需本人照片；另一份按照附件3的模板重新填写，应更新到最新情况，贴好照片，如实、详细填写个人学习、工作经历，时间必须连续，应注明各学习阶段是否在职学习，取得何种学历和学位。</w:t>
      </w:r>
    </w:p>
    <w:p w14:paraId="3D23A530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4</w:t>
      </w:r>
      <w:r>
        <w:rPr>
          <w:rFonts w:hint="eastAsia" w:ascii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学历学位证书材料。本（专）科、研究生各阶段学历、学位证书复印件</w:t>
      </w:r>
      <w:r>
        <w:rPr>
          <w:rFonts w:hint="eastAsia" w:eastAsia="仿宋_GB2312"/>
          <w:color w:val="auto"/>
          <w:sz w:val="32"/>
          <w:szCs w:val="32"/>
          <w:highlight w:val="none"/>
        </w:rPr>
        <w:t>及教育部学历、学位查询系统打印的学历、学位查询结果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。留学回国人员提供教育部留学服务中心认证的国外学历学位认证书。同时还请提供所报职位要求的外语等级证书、职业资格证书等材料。</w:t>
      </w:r>
    </w:p>
    <w:p w14:paraId="0BA85C3C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5</w:t>
      </w:r>
      <w:r>
        <w:rPr>
          <w:rFonts w:hint="eastAsia" w:ascii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政治面貌材料。若考生政治面貌为中共党员，请提供所在党组织出具的材料，需写清楚姓名、出生年月、入党时间和转正时间，并加盖党组织印章。</w:t>
      </w:r>
    </w:p>
    <w:p w14:paraId="49C8A29E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6</w:t>
      </w:r>
      <w:r>
        <w:rPr>
          <w:rFonts w:hint="eastAsia" w:ascii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基层工作经历材料。事业单位工作过的考生（在编人员），提供聘用合同等相关材料。在企业、社会组织等单位工作过的考生，需同时提供满足2年的劳动合同和对应时间的社保缴纳记录。多段工作经历累计满2年的考生，需附前续工作的离职或解除劳动关系相关材料。</w:t>
      </w:r>
    </w:p>
    <w:p w14:paraId="26181399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7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.近亲属系统内从业情况材料。请按照附件4要求，打印后逐项手写表格。</w:t>
      </w:r>
    </w:p>
    <w:p w14:paraId="0C14DD3B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8.</w:t>
      </w:r>
      <w:r>
        <w:rPr>
          <w:rFonts w:hint="eastAsia" w:eastAsia="仿宋_GB2312"/>
          <w:color w:val="auto"/>
          <w:sz w:val="32"/>
          <w:szCs w:val="32"/>
          <w:highlight w:val="none"/>
        </w:rPr>
        <w:t>其他</w:t>
      </w:r>
      <w:r>
        <w:rPr>
          <w:rFonts w:eastAsia="仿宋_GB2312"/>
          <w:color w:val="auto"/>
          <w:sz w:val="32"/>
          <w:szCs w:val="32"/>
          <w:highlight w:val="none"/>
        </w:rPr>
        <w:t>材料：</w:t>
      </w:r>
    </w:p>
    <w:p w14:paraId="120235E6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9" w:firstLineChars="200"/>
        <w:textAlignment w:val="auto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eastAsia="仿宋_GB2312"/>
          <w:b/>
          <w:bCs/>
          <w:color w:val="auto"/>
          <w:sz w:val="32"/>
          <w:szCs w:val="32"/>
          <w:highlight w:val="none"/>
        </w:rPr>
        <w:t>应届毕业生</w:t>
      </w:r>
      <w:r>
        <w:rPr>
          <w:rFonts w:eastAsia="仿宋_GB2312"/>
          <w:color w:val="auto"/>
          <w:sz w:val="32"/>
          <w:szCs w:val="32"/>
          <w:highlight w:val="none"/>
        </w:rPr>
        <w:t>提供所在学校加盖公章的报名推荐表</w:t>
      </w:r>
      <w:r>
        <w:rPr>
          <w:rFonts w:hint="eastAsia" w:eastAsia="仿宋_GB2312"/>
          <w:color w:val="auto"/>
          <w:sz w:val="32"/>
          <w:szCs w:val="32"/>
          <w:highlight w:val="none"/>
        </w:rPr>
        <w:t>（须注明培养方式）及学生证</w:t>
      </w:r>
      <w:r>
        <w:rPr>
          <w:rFonts w:eastAsia="仿宋_GB2312"/>
          <w:color w:val="auto"/>
          <w:sz w:val="32"/>
          <w:szCs w:val="32"/>
          <w:highlight w:val="none"/>
        </w:rPr>
        <w:t>复印件。</w:t>
      </w:r>
    </w:p>
    <w:p w14:paraId="272446F4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9" w:firstLineChars="200"/>
        <w:textAlignment w:val="auto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eastAsia="仿宋_GB2312"/>
          <w:b/>
          <w:bCs/>
          <w:color w:val="auto"/>
          <w:sz w:val="32"/>
          <w:szCs w:val="32"/>
          <w:highlight w:val="none"/>
        </w:rPr>
        <w:t>社会在职人员</w:t>
      </w:r>
      <w:r>
        <w:rPr>
          <w:rFonts w:eastAsia="仿宋_GB2312"/>
          <w:color w:val="auto"/>
          <w:sz w:val="32"/>
          <w:szCs w:val="32"/>
          <w:highlight w:val="none"/>
        </w:rPr>
        <w:t>提供所在单位</w:t>
      </w:r>
      <w:r>
        <w:rPr>
          <w:rFonts w:hint="eastAsia" w:eastAsia="仿宋_GB2312"/>
          <w:color w:val="auto"/>
          <w:sz w:val="32"/>
          <w:szCs w:val="32"/>
          <w:highlight w:val="none"/>
        </w:rPr>
        <w:t>出具</w:t>
      </w:r>
      <w:r>
        <w:rPr>
          <w:rFonts w:eastAsia="仿宋_GB2312"/>
          <w:color w:val="auto"/>
          <w:sz w:val="32"/>
          <w:szCs w:val="32"/>
          <w:highlight w:val="none"/>
        </w:rPr>
        <w:t>的</w:t>
      </w:r>
      <w:r>
        <w:rPr>
          <w:rFonts w:hint="eastAsia" w:eastAsia="仿宋_GB2312"/>
          <w:color w:val="auto"/>
          <w:sz w:val="32"/>
          <w:szCs w:val="32"/>
          <w:highlight w:val="none"/>
        </w:rPr>
        <w:t>同意报考函（须注明现工作单位工作开始时间和当前职位，加盖单位人事部门公章或单位公章）</w:t>
      </w:r>
      <w:r>
        <w:rPr>
          <w:rFonts w:eastAsia="仿宋_GB2312"/>
          <w:color w:val="auto"/>
          <w:sz w:val="32"/>
          <w:szCs w:val="32"/>
          <w:highlight w:val="none"/>
        </w:rPr>
        <w:t>。</w:t>
      </w:r>
    </w:p>
    <w:p w14:paraId="0FCAA79D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9" w:firstLineChars="200"/>
        <w:textAlignment w:val="auto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  <w:t>待业人员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提供最近一次工作的离职或解除劳动关系相关材料。</w:t>
      </w:r>
    </w:p>
    <w:p w14:paraId="689C2122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80" w:lineRule="exact"/>
        <w:ind w:firstLine="619" w:firstLineChars="200"/>
        <w:textAlignment w:val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b/>
          <w:color w:val="auto"/>
          <w:sz w:val="32"/>
          <w:szCs w:val="32"/>
          <w:highlight w:val="none"/>
        </w:rPr>
        <w:t>（二）现场资格复审</w:t>
      </w:r>
    </w:p>
    <w:p w14:paraId="122D729A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hint="default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color w:val="auto"/>
          <w:sz w:val="32"/>
          <w:szCs w:val="32"/>
          <w:highlight w:val="none"/>
        </w:rPr>
        <w:t>参加面试考生，请携带以上要求提供材料原件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近期二寸免冠正面证件照2张</w:t>
      </w:r>
      <w:r>
        <w:rPr>
          <w:rFonts w:hint="eastAsia" w:eastAsia="仿宋_GB2312"/>
          <w:color w:val="auto"/>
          <w:sz w:val="32"/>
          <w:szCs w:val="32"/>
          <w:highlight w:val="none"/>
        </w:rPr>
        <w:t>以及考生承诺书（附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件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日上午9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:00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至中午11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:00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到我</w:t>
      </w:r>
      <w:r>
        <w:rPr>
          <w:rFonts w:hint="eastAsia" w:eastAsia="仿宋_GB2312"/>
          <w:color w:val="auto"/>
          <w:sz w:val="32"/>
          <w:szCs w:val="32"/>
          <w:highlight w:val="none"/>
        </w:rPr>
        <w:t>局进行现场资格复审。</w:t>
      </w:r>
    </w:p>
    <w:p w14:paraId="38E8C032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hint="eastAsia" w:eastAsia="仿宋_GB2312"/>
          <w:color w:val="auto"/>
          <w:sz w:val="32"/>
          <w:szCs w:val="32"/>
          <w:highlight w:val="none"/>
        </w:rPr>
      </w:pPr>
      <w:r>
        <w:rPr>
          <w:rFonts w:hint="eastAsia" w:eastAsia="仿宋_GB2312"/>
          <w:color w:val="auto"/>
          <w:sz w:val="32"/>
          <w:szCs w:val="32"/>
          <w:highlight w:val="none"/>
        </w:rPr>
        <w:t>现场资格复审地址：河南省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郑州市金水区东明路177号国家粮食和物资储备局河南局1楼大厅。可乘坐地铁五号线在河南省人民医院站下，由A1、A2口出站后往东走500米</w:t>
      </w:r>
      <w:r>
        <w:rPr>
          <w:rFonts w:hint="eastAsia" w:eastAsia="仿宋_GB2312"/>
          <w:color w:val="auto"/>
          <w:sz w:val="32"/>
          <w:szCs w:val="32"/>
          <w:highlight w:val="none"/>
        </w:rPr>
        <w:t>即到。</w:t>
      </w:r>
    </w:p>
    <w:p w14:paraId="5A4BB1C2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9" w:firstLineChars="200"/>
        <w:textAlignment w:val="auto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hint="eastAsia" w:eastAsia="仿宋_GB2312"/>
          <w:b/>
          <w:bCs/>
          <w:color w:val="auto"/>
          <w:sz w:val="32"/>
          <w:szCs w:val="32"/>
          <w:highlight w:val="none"/>
        </w:rPr>
        <w:t>考生应对所提供材料的真实性负责，材料不全或主要信息不实，影响资格审查结果的，将取消面试资格并视情节追究责任。</w:t>
      </w:r>
    </w:p>
    <w:p w14:paraId="2E1E016D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right="0" w:rightChars="0" w:firstLine="643"/>
        <w:textAlignment w:val="auto"/>
        <w:rPr>
          <w:rFonts w:hint="eastAsia" w:eastAsia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shd w:val="clear" w:color="auto" w:fill="FFFFFF"/>
        </w:rPr>
        <w:t>四、面试安排</w:t>
      </w:r>
    </w:p>
    <w:p w14:paraId="2FE72E7A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right="0" w:rightChars="0" w:firstLine="640"/>
        <w:textAlignment w:val="auto"/>
        <w:rPr>
          <w:rFonts w:eastAsia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eastAsia="仿宋_GB2312"/>
          <w:color w:val="auto"/>
          <w:sz w:val="32"/>
          <w:szCs w:val="32"/>
          <w:highlight w:val="none"/>
          <w:shd w:val="clear" w:color="auto" w:fill="FFFFFF"/>
        </w:rPr>
        <w:t>面试将采取现场面试方式进行。</w:t>
      </w:r>
    </w:p>
    <w:p w14:paraId="33918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16" w:firstLineChars="200"/>
        <w:textAlignment w:val="auto"/>
        <w:rPr>
          <w:rFonts w:hint="eastAsia" w:eastAsia="仿宋_GB2312"/>
          <w:color w:val="auto"/>
          <w:sz w:val="32"/>
          <w:szCs w:val="32"/>
          <w:highlight w:val="none"/>
        </w:rPr>
      </w:pP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（一）</w:t>
      </w:r>
      <w:r>
        <w:rPr>
          <w:rFonts w:hint="eastAsia" w:eastAsia="仿宋_GB2312"/>
          <w:color w:val="auto"/>
          <w:sz w:val="32"/>
          <w:szCs w:val="32"/>
          <w:highlight w:val="none"/>
        </w:rPr>
        <w:t>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试于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16日在郑州进行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两天均需参加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。请参加面试的考生于3月15日、16日上午8:00前报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到，8:30前进入候考室</w: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/>
          <w:b/>
          <w:bCs/>
          <w:color w:val="auto"/>
          <w:sz w:val="32"/>
          <w:szCs w:val="32"/>
          <w:highlight w:val="none"/>
          <w:lang w:val="en-US" w:eastAsia="zh-CN"/>
        </w:rPr>
        <w:t>不按规定时间报到的考生，取消面试资格。</w:t>
      </w:r>
    </w:p>
    <w:p w14:paraId="3F7BA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16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（二）面试报到地点同现场资格复审地点。</w:t>
      </w:r>
    </w:p>
    <w:p w14:paraId="0C292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16" w:firstLineChars="200"/>
        <w:textAlignment w:val="auto"/>
        <w:rPr>
          <w:rFonts w:hint="eastAsia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（三）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考生报到后即实行封闭式管理，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我们将根据工作进度提供午餐及饮用水，如有特殊用餐需求，请提前联系。面试考生应自行安排好交通住宿等事项，做好健康监测，确保按时参加面试。</w:t>
      </w:r>
    </w:p>
    <w:p w14:paraId="3259E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right="0" w:rightChars="0" w:firstLine="616" w:firstLineChars="200"/>
        <w:textAlignment w:val="auto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</w:rPr>
        <w:t>五、体检和考察</w:t>
      </w:r>
    </w:p>
    <w:p w14:paraId="75A1EDA3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hint="eastAsia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（一）综合成绩计算方式。综合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成绩=（笔试总成绩÷2）×50%＋</w:t>
      </w:r>
      <w:bookmarkStart w:id="4" w:name="OLE_LINK3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面试成绩</w:t>
      </w:r>
      <w:bookmarkEnd w:id="4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（百分制）×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%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。</w:t>
      </w:r>
    </w:p>
    <w:p w14:paraId="36FBC141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（二）体检和考察人选的确定。面试后应按综合成绩从高到低的顺序1:1等额确定体检和考察人选</w:t>
      </w:r>
      <w:r>
        <w:rPr>
          <w:rFonts w:hint="eastAsia" w:ascii="仿宋_GB2312"/>
          <w:color w:val="auto"/>
          <w:sz w:val="32"/>
          <w:szCs w:val="32"/>
          <w:highlight w:val="none"/>
          <w:lang w:val="en-US" w:eastAsia="zh-CN"/>
        </w:rPr>
        <w:t>。参加面试人数与录用计划人数比例低于3:1的，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考生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面试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成绩</w:t>
      </w:r>
      <w:r>
        <w:rPr>
          <w:rFonts w:hint="eastAsia" w:ascii="仿宋_GB2312"/>
          <w:color w:val="auto"/>
          <w:sz w:val="32"/>
          <w:szCs w:val="32"/>
          <w:highlight w:val="none"/>
          <w:lang w:val="en-US" w:eastAsia="zh-CN"/>
        </w:rPr>
        <w:t>均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应达到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  <w:t>70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分的面试合格分数线，方可进入体检和考察</w:t>
      </w:r>
      <w:r>
        <w:rPr>
          <w:rFonts w:hint="eastAsia" w:ascii="仿宋_GB2312"/>
          <w:color w:val="auto"/>
          <w:sz w:val="32"/>
          <w:szCs w:val="32"/>
          <w:highlight w:val="none"/>
          <w:lang w:val="en-US" w:eastAsia="zh-CN"/>
        </w:rPr>
        <w:t>环节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。</w:t>
      </w:r>
    </w:p>
    <w:p w14:paraId="616E6CB7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16" w:firstLineChars="200"/>
        <w:textAlignment w:val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（三）体检。拟于3月1</w:t>
      </w:r>
      <w:r>
        <w:rPr>
          <w:rFonts w:hint="eastAsia" w:ascii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日上午组织体检，请收到体检通知的考生于当天上午8:00前在我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局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一楼大厅集合，届时统一前往，</w:t>
      </w:r>
      <w:bookmarkStart w:id="5" w:name="OLE_LINK8"/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请考生合理安排好行程，注意安全</w:t>
      </w:r>
      <w:bookmarkEnd w:id="5"/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。</w:t>
      </w:r>
      <w:r>
        <w:rPr>
          <w:rFonts w:hint="eastAsia" w:ascii="仿宋_GB2312"/>
          <w:color w:val="auto"/>
          <w:sz w:val="32"/>
          <w:szCs w:val="32"/>
          <w:highlight w:val="none"/>
          <w:lang w:val="en-US" w:eastAsia="zh-CN"/>
        </w:rPr>
        <w:t>体检时将同步组织心理测评，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体检</w:t>
      </w:r>
      <w:r>
        <w:rPr>
          <w:rFonts w:hint="eastAsia" w:ascii="仿宋_GB2312"/>
          <w:color w:val="auto"/>
          <w:sz w:val="32"/>
          <w:szCs w:val="32"/>
          <w:highlight w:val="none"/>
          <w:lang w:val="en-US" w:eastAsia="zh-CN"/>
        </w:rPr>
        <w:t>和心理测评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费用由考生本人承担。（体检时间有可能适当调整，具体以实际安排为准）</w:t>
      </w:r>
    </w:p>
    <w:p w14:paraId="67274619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（四）考察。采取个别谈话、实地走访、审核人事档案、查询社会信用记录、查询无犯罪记录、家访、同本人面谈等方法进行。</w:t>
      </w:r>
    </w:p>
    <w:p w14:paraId="61F23B3F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80" w:lineRule="exact"/>
        <w:ind w:firstLine="600"/>
        <w:textAlignment w:val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考录工作坚持公平、公正、公开，坚决抵制考录中的不正之风，如发现在面试过程中有干扰面试工作正常进行的，将取消相关考生的考录资格。欢迎大家监督我局公务员考录工作。</w:t>
      </w:r>
    </w:p>
    <w:p w14:paraId="1FB20B4E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80" w:lineRule="exact"/>
        <w:ind w:firstLine="616" w:firstLineChars="200"/>
        <w:textAlignment w:val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联系方式：0371-63285220</w:t>
      </w:r>
    </w:p>
    <w:p w14:paraId="4882805F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right="0" w:rightChars="0" w:firstLine="640"/>
        <w:textAlignment w:val="auto"/>
        <w:rPr>
          <w:rFonts w:eastAsia="仿宋_GB2312"/>
          <w:color w:val="auto"/>
          <w:sz w:val="32"/>
          <w:szCs w:val="32"/>
          <w:highlight w:val="none"/>
          <w:shd w:val="clear" w:color="auto" w:fill="FFFFFF"/>
        </w:rPr>
      </w:pPr>
    </w:p>
    <w:p w14:paraId="1CEDB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right="0" w:rightChars="0" w:firstLine="616" w:firstLineChars="200"/>
        <w:textAlignment w:val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eastAsia="仿宋_GB2312"/>
          <w:color w:val="auto"/>
          <w:sz w:val="32"/>
          <w:szCs w:val="32"/>
          <w:highlight w:val="none"/>
        </w:rPr>
        <w:t>附件：</w:t>
      </w:r>
      <w:r>
        <w:rPr>
          <w:rFonts w:ascii="仿宋_GB2312" w:eastAsia="仿宋_GB2312"/>
          <w:color w:val="auto"/>
          <w:sz w:val="32"/>
          <w:szCs w:val="32"/>
          <w:highlight w:val="none"/>
        </w:rPr>
        <w:t>1.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面试确认内容</w:t>
      </w:r>
    </w:p>
    <w:p w14:paraId="28CF2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right="0" w:rightChars="0" w:firstLine="1540" w:firstLineChars="5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ascii="仿宋_GB2312" w:eastAsia="仿宋_GB2312"/>
          <w:color w:val="auto"/>
          <w:sz w:val="32"/>
          <w:szCs w:val="32"/>
          <w:highlight w:val="none"/>
        </w:rPr>
        <w:t>2.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放弃面试资格声明</w:t>
      </w:r>
    </w:p>
    <w:p w14:paraId="4A332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right="0" w:rightChars="0" w:firstLine="1540" w:firstLineChars="500"/>
        <w:textAlignment w:val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ascii="仿宋_GB2312" w:eastAsia="仿宋_GB2312"/>
          <w:color w:val="auto"/>
          <w:sz w:val="32"/>
          <w:szCs w:val="32"/>
          <w:highlight w:val="none"/>
        </w:rPr>
        <w:t>3.</w:t>
      </w:r>
      <w:r>
        <w:rPr>
          <w:rFonts w:hint="eastAsia" w:ascii="仿宋_GB2312"/>
          <w:color w:val="auto"/>
          <w:sz w:val="32"/>
          <w:szCs w:val="32"/>
          <w:highlight w:val="none"/>
          <w:lang w:eastAsia="zh-CN"/>
        </w:rPr>
        <w:t>考生报名登记表</w:t>
      </w:r>
    </w:p>
    <w:p w14:paraId="06A62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right="0" w:rightChars="0" w:firstLine="1540" w:firstLineChars="500"/>
        <w:textAlignment w:val="auto"/>
        <w:rPr>
          <w:rFonts w:hint="eastAsia" w:ascii="仿宋_GB2312"/>
          <w:color w:val="auto"/>
          <w:sz w:val="32"/>
          <w:szCs w:val="32"/>
          <w:highlight w:val="none"/>
          <w:lang w:eastAsia="zh-CN"/>
        </w:rPr>
      </w:pPr>
      <w:r>
        <w:rPr>
          <w:rFonts w:ascii="仿宋_GB2312" w:eastAsia="仿宋_GB2312"/>
          <w:color w:val="auto"/>
          <w:sz w:val="32"/>
          <w:szCs w:val="32"/>
          <w:highlight w:val="none"/>
        </w:rPr>
        <w:t>4.</w:t>
      </w:r>
      <w:r>
        <w:rPr>
          <w:rFonts w:hint="eastAsia" w:ascii="仿宋_GB2312"/>
          <w:color w:val="auto"/>
          <w:sz w:val="32"/>
          <w:szCs w:val="32"/>
          <w:highlight w:val="none"/>
          <w:lang w:val="en-US" w:eastAsia="zh-CN"/>
        </w:rPr>
        <w:t>公务员招录考生近亲属系统内从业情况报告表</w:t>
      </w:r>
    </w:p>
    <w:p w14:paraId="02271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right="0" w:rightChars="0" w:firstLine="1540" w:firstLineChars="500"/>
        <w:textAlignment w:val="auto"/>
        <w:rPr>
          <w:rFonts w:hint="default" w:ascii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/>
          <w:color w:val="auto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/>
          <w:color w:val="auto"/>
          <w:sz w:val="32"/>
          <w:szCs w:val="32"/>
          <w:highlight w:val="none"/>
          <w:lang w:eastAsia="zh-CN"/>
        </w:rPr>
        <w:t>考生承诺书</w:t>
      </w:r>
    </w:p>
    <w:p w14:paraId="000FD60C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right="0" w:rightChars="0"/>
        <w:textAlignment w:val="auto"/>
        <w:rPr>
          <w:color w:val="auto"/>
          <w:sz w:val="32"/>
          <w:szCs w:val="32"/>
          <w:highlight w:val="none"/>
          <w:shd w:val="clear" w:color="auto" w:fill="FFFFFF"/>
        </w:rPr>
      </w:pPr>
    </w:p>
    <w:p w14:paraId="048D075E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right="0" w:rightChars="0"/>
        <w:textAlignment w:val="auto"/>
        <w:rPr>
          <w:color w:val="auto"/>
          <w:sz w:val="32"/>
          <w:szCs w:val="32"/>
          <w:highlight w:val="none"/>
          <w:shd w:val="clear" w:color="auto" w:fill="FFFFFF"/>
        </w:rPr>
      </w:pPr>
    </w:p>
    <w:p w14:paraId="2D64B1BB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right="0" w:rightChars="0" w:firstLine="4312" w:firstLineChars="1400"/>
        <w:textAlignment w:val="auto"/>
        <w:rPr>
          <w:rFonts w:hint="eastAsia" w:eastAsia="仿宋_GB2312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eastAsia="仿宋_GB2312"/>
          <w:color w:val="auto"/>
          <w:sz w:val="32"/>
          <w:szCs w:val="32"/>
          <w:highlight w:val="none"/>
          <w:shd w:val="clear" w:color="auto" w:fill="FFFFFF"/>
        </w:rPr>
        <w:t>国家粮食和物资储备局</w:t>
      </w:r>
      <w:r>
        <w:rPr>
          <w:rFonts w:hint="eastAsia"/>
          <w:color w:val="auto"/>
          <w:sz w:val="32"/>
          <w:szCs w:val="32"/>
          <w:highlight w:val="none"/>
          <w:shd w:val="clear" w:color="auto" w:fill="FFFFFF"/>
          <w:lang w:eastAsia="zh-CN"/>
        </w:rPr>
        <w:t>河南局</w:t>
      </w:r>
    </w:p>
    <w:p w14:paraId="4D4C7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right="0" w:rightChars="0"/>
        <w:textAlignment w:val="auto"/>
        <w:rPr>
          <w:rFonts w:ascii="仿宋_GB2312" w:eastAsia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eastAsia="仿宋_GB2312"/>
          <w:color w:val="auto"/>
          <w:sz w:val="32"/>
          <w:szCs w:val="32"/>
          <w:highlight w:val="none"/>
          <w:shd w:val="clear" w:color="auto" w:fill="FFFFFF"/>
        </w:rPr>
        <w:t xml:space="preserve">                            </w:t>
      </w:r>
      <w:r>
        <w:rPr>
          <w:rFonts w:hint="eastAsia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 </w:t>
      </w:r>
      <w:r>
        <w:rPr>
          <w:rFonts w:ascii="仿宋_GB2312" w:eastAsia="仿宋_GB2312"/>
          <w:color w:val="auto"/>
          <w:sz w:val="32"/>
          <w:szCs w:val="32"/>
          <w:highlight w:val="none"/>
          <w:shd w:val="clear" w:color="auto" w:fill="FFFFFF"/>
        </w:rPr>
        <w:t>202</w:t>
      </w:r>
      <w:r>
        <w:rPr>
          <w:rFonts w:hint="eastAsia" w:ascii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</w:rPr>
        <w:t>年</w:t>
      </w:r>
      <w:r>
        <w:rPr>
          <w:rFonts w:hint="eastAsia" w:ascii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19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</w:rPr>
        <w:t>日</w:t>
      </w:r>
    </w:p>
    <w:p w14:paraId="652060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580" w:lineRule="exact"/>
        <w:jc w:val="left"/>
        <w:textAlignment w:val="auto"/>
        <w:rPr>
          <w:rFonts w:eastAsia="黑体"/>
          <w:bCs/>
          <w:color w:val="auto"/>
          <w:spacing w:val="8"/>
          <w:sz w:val="32"/>
          <w:szCs w:val="32"/>
          <w:highlight w:val="none"/>
        </w:rPr>
      </w:pPr>
      <w:r>
        <w:rPr>
          <w:rFonts w:eastAsia="黑体"/>
          <w:bCs/>
          <w:color w:val="auto"/>
          <w:spacing w:val="8"/>
          <w:sz w:val="32"/>
          <w:szCs w:val="32"/>
          <w:highlight w:val="none"/>
        </w:rPr>
        <w:br w:type="page"/>
      </w:r>
      <w:r>
        <w:rPr>
          <w:rFonts w:hint="eastAsia" w:ascii="黑体" w:hAnsi="黑体" w:eastAsia="黑体" w:cs="黑体"/>
          <w:bCs/>
          <w:color w:val="auto"/>
          <w:spacing w:val="8"/>
          <w:sz w:val="32"/>
          <w:szCs w:val="32"/>
          <w:highlight w:val="none"/>
        </w:rPr>
        <w:t>附件1</w:t>
      </w:r>
    </w:p>
    <w:p w14:paraId="43CD7D10">
      <w:pPr>
        <w:spacing w:line="640" w:lineRule="exact"/>
        <w:rPr>
          <w:rFonts w:eastAsia="黑体"/>
          <w:bCs/>
          <w:color w:val="auto"/>
          <w:spacing w:val="8"/>
          <w:sz w:val="32"/>
          <w:szCs w:val="32"/>
          <w:highlight w:val="none"/>
        </w:rPr>
      </w:pPr>
    </w:p>
    <w:p w14:paraId="732BC8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8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8"/>
          <w:sz w:val="44"/>
          <w:szCs w:val="44"/>
          <w:highlight w:val="none"/>
        </w:rPr>
        <w:t>×××确认参加国家粮食和物资储备局</w:t>
      </w:r>
    </w:p>
    <w:p w14:paraId="6250FF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8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8"/>
          <w:sz w:val="44"/>
          <w:szCs w:val="44"/>
          <w:highlight w:val="none"/>
        </w:rPr>
        <w:t>河南局××职位面试</w:t>
      </w:r>
    </w:p>
    <w:p w14:paraId="56DAD4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5" w:firstLineChars="200"/>
        <w:textAlignment w:val="auto"/>
        <w:rPr>
          <w:b/>
          <w:bCs/>
          <w:color w:val="auto"/>
          <w:spacing w:val="8"/>
          <w:sz w:val="32"/>
          <w:szCs w:val="32"/>
          <w:highlight w:val="none"/>
        </w:rPr>
      </w:pPr>
    </w:p>
    <w:p w14:paraId="4B3E4923">
      <w:pPr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国家粮食和物资储备局河南局人事处：</w:t>
      </w:r>
    </w:p>
    <w:p w14:paraId="74ADCF88">
      <w:pPr>
        <w:ind w:firstLine="616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本人XXX，身份证号：XXXXXXXXXXXXXXXXXX，准考证号：XXXXXXXXXXX,公共科目笔试总成绩：XXXXX，报考XX职位（职位代码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  <w:highlight w:val="none"/>
        </w:rPr>
        <w:t>XXXXXXX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），已进入该职位面试名单。</w:t>
      </w:r>
    </w:p>
    <w:p w14:paraId="2C6BD0ED">
      <w:pPr>
        <w:ind w:firstLine="616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我未被地方机关录用为公务员或者参照公务员法管理的机关（单位）人员。如与其他公务员、事业编考试矛盾，则优先参加贵局公务员考录面试，并优先选择入职贵局岗位。如有违反，自愿承担相应责任。</w:t>
      </w:r>
    </w:p>
    <w:p w14:paraId="75FFB8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6" w:firstLineChars="200"/>
        <w:jc w:val="left"/>
        <w:textAlignment w:val="auto"/>
        <w:rPr>
          <w:rFonts w:eastAsia="仿宋_GB2312" w:cs="宋体"/>
          <w:color w:val="auto"/>
          <w:kern w:val="0"/>
          <w:sz w:val="32"/>
          <w:szCs w:val="32"/>
          <w:highlight w:val="none"/>
        </w:rPr>
      </w:pPr>
    </w:p>
    <w:p w14:paraId="454E90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6" w:firstLineChars="200"/>
        <w:jc w:val="left"/>
        <w:textAlignment w:val="auto"/>
        <w:rPr>
          <w:rFonts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eastAsia="仿宋_GB2312" w:cs="宋体"/>
          <w:color w:val="auto"/>
          <w:kern w:val="0"/>
          <w:sz w:val="32"/>
          <w:szCs w:val="32"/>
          <w:highlight w:val="none"/>
        </w:rPr>
        <w:t>姓名（</w:t>
      </w:r>
      <w:r>
        <w:rPr>
          <w:rFonts w:hint="eastAsia" w:cs="宋体"/>
          <w:color w:val="auto"/>
          <w:kern w:val="0"/>
          <w:sz w:val="32"/>
          <w:szCs w:val="32"/>
          <w:highlight w:val="none"/>
          <w:lang w:eastAsia="zh-CN"/>
        </w:rPr>
        <w:t>考生本人</w:t>
      </w:r>
      <w:r>
        <w:rPr>
          <w:rFonts w:hint="eastAsia" w:eastAsia="仿宋_GB2312" w:cs="宋体"/>
          <w:color w:val="auto"/>
          <w:kern w:val="0"/>
          <w:sz w:val="32"/>
          <w:szCs w:val="32"/>
          <w:highlight w:val="none"/>
        </w:rPr>
        <w:t xml:space="preserve">手写签名）：      </w:t>
      </w:r>
    </w:p>
    <w:p w14:paraId="68662B9E">
      <w:pPr>
        <w:widowControl/>
        <w:adjustRightInd/>
        <w:snapToGrid/>
        <w:spacing w:line="580" w:lineRule="exact"/>
        <w:ind w:firstLine="616" w:firstLineChars="200"/>
        <w:jc w:val="left"/>
        <w:rPr>
          <w:rFonts w:eastAsia="仿宋_GB2312" w:cs="宋体"/>
          <w:color w:val="auto"/>
          <w:kern w:val="0"/>
          <w:sz w:val="32"/>
          <w:szCs w:val="32"/>
          <w:highlight w:val="none"/>
          <w:u w:val="single"/>
        </w:rPr>
      </w:pPr>
      <w:r>
        <w:rPr>
          <w:rFonts w:hint="eastAsia" w:eastAsia="仿宋_GB2312" w:cs="宋体"/>
          <w:color w:val="auto"/>
          <w:kern w:val="0"/>
          <w:sz w:val="32"/>
          <w:szCs w:val="32"/>
          <w:highlight w:val="none"/>
        </w:rPr>
        <w:t>日期：</w:t>
      </w:r>
    </w:p>
    <w:p w14:paraId="57E0E304">
      <w:pPr>
        <w:widowControl/>
        <w:adjustRightInd w:val="0"/>
        <w:snapToGrid w:val="0"/>
        <w:spacing w:line="1100" w:lineRule="exact"/>
        <w:ind w:firstLine="0" w:firstLineChars="0"/>
        <w:jc w:val="left"/>
        <w:rPr>
          <w:rFonts w:eastAsia="仿宋_GB2312" w:cs="宋体"/>
          <w:color w:val="auto"/>
          <w:kern w:val="0"/>
          <w:sz w:val="32"/>
          <w:szCs w:val="32"/>
          <w:highlight w:val="none"/>
          <w:u w:val="single"/>
        </w:rPr>
      </w:pPr>
    </w:p>
    <w:p w14:paraId="450CB96D">
      <w:pPr>
        <w:widowControl/>
        <w:spacing w:line="1100" w:lineRule="exact"/>
        <w:ind w:firstLine="0" w:firstLineChars="0"/>
        <w:jc w:val="center"/>
        <w:rPr>
          <w:rFonts w:hint="eastAsia" w:eastAsia="方正仿宋_GBK"/>
          <w:bCs/>
          <w:color w:val="auto"/>
          <w:spacing w:val="8"/>
          <w:sz w:val="84"/>
          <w:szCs w:val="84"/>
          <w:highlight w:val="none"/>
        </w:rPr>
      </w:pPr>
      <w:r>
        <w:rPr>
          <w:rFonts w:hint="eastAsia" w:eastAsia="方正仿宋_GBK"/>
          <w:bCs/>
          <w:color w:val="auto"/>
          <w:spacing w:val="8"/>
          <w:sz w:val="84"/>
          <w:szCs w:val="84"/>
          <w:highlight w:val="none"/>
        </w:rPr>
        <w:t>身份证复印件粘贴处</w:t>
      </w:r>
    </w:p>
    <w:p w14:paraId="3A02A2C4">
      <w:pPr>
        <w:widowControl/>
        <w:spacing w:line="640" w:lineRule="exact"/>
        <w:jc w:val="left"/>
        <w:rPr>
          <w:rFonts w:hint="eastAsia" w:eastAsia="方正仿宋_GBK"/>
          <w:bCs/>
          <w:color w:val="auto"/>
          <w:spacing w:val="8"/>
          <w:sz w:val="84"/>
          <w:szCs w:val="84"/>
          <w:highlight w:val="none"/>
        </w:rPr>
      </w:pPr>
    </w:p>
    <w:p w14:paraId="6C34E59D">
      <w:pPr>
        <w:widowControl/>
        <w:spacing w:line="640" w:lineRule="exact"/>
        <w:jc w:val="left"/>
        <w:rPr>
          <w:rFonts w:hint="eastAsia" w:ascii="黑体" w:hAnsi="黑体" w:eastAsia="黑体" w:cs="黑体"/>
          <w:bCs/>
          <w:color w:val="auto"/>
          <w:spacing w:val="8"/>
          <w:sz w:val="36"/>
          <w:szCs w:val="36"/>
          <w:highlight w:val="none"/>
        </w:rPr>
        <w:sectPr>
          <w:footerReference r:id="rId5" w:type="default"/>
          <w:pgSz w:w="11906" w:h="16838"/>
          <w:pgMar w:top="2098" w:right="1531" w:bottom="1531" w:left="1531" w:header="851" w:footer="992" w:gutter="0"/>
          <w:pgNumType w:fmt="decimal"/>
          <w:cols w:space="720" w:num="1"/>
          <w:docGrid w:type="lines" w:linePitch="312" w:charSpace="0"/>
        </w:sectPr>
      </w:pPr>
    </w:p>
    <w:p w14:paraId="271A4B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黑体"/>
          <w:bCs/>
          <w:color w:val="auto"/>
          <w:spacing w:val="8"/>
          <w:sz w:val="32"/>
          <w:szCs w:val="32"/>
          <w:highlight w:val="none"/>
        </w:rPr>
      </w:pPr>
      <w:r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  <w:t>附件2</w:t>
      </w:r>
    </w:p>
    <w:p w14:paraId="084BA4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b/>
          <w:bCs/>
          <w:color w:val="auto"/>
          <w:spacing w:val="8"/>
          <w:sz w:val="44"/>
          <w:szCs w:val="44"/>
          <w:highlight w:val="none"/>
        </w:rPr>
      </w:pPr>
    </w:p>
    <w:p w14:paraId="3C79DB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8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8"/>
          <w:sz w:val="44"/>
          <w:szCs w:val="44"/>
          <w:highlight w:val="none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8"/>
          <w:sz w:val="44"/>
          <w:szCs w:val="44"/>
          <w:highlight w:val="none"/>
        </w:rPr>
        <w:instrText xml:space="preserve"> HYPERLINK "http://bm.scs.gov.cn/2015/UserControl/Department/html/附件二：全国人大机关放弃声明.doc" </w:instrTex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8"/>
          <w:sz w:val="44"/>
          <w:szCs w:val="44"/>
          <w:highlight w:val="none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8"/>
          <w:sz w:val="44"/>
          <w:szCs w:val="44"/>
          <w:highlight w:val="none"/>
        </w:rPr>
        <w:t>放弃面试资格声明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8"/>
          <w:sz w:val="44"/>
          <w:szCs w:val="44"/>
          <w:highlight w:val="none"/>
        </w:rPr>
        <w:fldChar w:fldCharType="end"/>
      </w:r>
    </w:p>
    <w:p w14:paraId="01309F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5" w:firstLineChars="200"/>
        <w:textAlignment w:val="auto"/>
        <w:rPr>
          <w:b/>
          <w:bCs/>
          <w:color w:val="auto"/>
          <w:spacing w:val="8"/>
          <w:sz w:val="32"/>
          <w:szCs w:val="32"/>
          <w:highlight w:val="none"/>
        </w:rPr>
      </w:pPr>
    </w:p>
    <w:p w14:paraId="5FAB1C3E">
      <w:pPr>
        <w:adjustRightInd w:val="0"/>
        <w:snapToGrid w:val="0"/>
        <w:spacing w:line="560" w:lineRule="exact"/>
        <w:jc w:val="left"/>
        <w:rPr>
          <w:rFonts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eastAsia="仿宋_GB2312" w:cs="宋体"/>
          <w:color w:val="auto"/>
          <w:kern w:val="0"/>
          <w:sz w:val="32"/>
          <w:szCs w:val="32"/>
          <w:highlight w:val="none"/>
        </w:rPr>
        <w:t>国家粮食和物资储备局河南局人事处：</w:t>
      </w:r>
    </w:p>
    <w:p w14:paraId="1D6A920C">
      <w:pPr>
        <w:ind w:firstLine="616" w:firstLineChars="200"/>
        <w:jc w:val="left"/>
        <w:rPr>
          <w:rFonts w:ascii="仿宋_GB2312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 w:cs="宋体"/>
          <w:color w:val="auto"/>
          <w:kern w:val="0"/>
          <w:sz w:val="32"/>
          <w:szCs w:val="32"/>
          <w:highlight w:val="none"/>
        </w:rPr>
        <w:t>本人XXX，身份证号：XXXXXXXXXXXXXXXXXX，报考XX职位（职位代码XXXXXXXXX），已进入该职位面试名单。现因个人原因，自愿放弃参加面试，特此声明。</w:t>
      </w:r>
    </w:p>
    <w:p w14:paraId="04957C87">
      <w:pPr>
        <w:ind w:firstLine="616" w:firstLineChars="200"/>
        <w:jc w:val="left"/>
        <w:rPr>
          <w:rFonts w:ascii="仿宋_GB2312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 w:cs="宋体"/>
          <w:color w:val="auto"/>
          <w:kern w:val="0"/>
          <w:sz w:val="32"/>
          <w:szCs w:val="32"/>
          <w:highlight w:val="none"/>
        </w:rPr>
        <w:t>联系电话：XXX-XXXXXXXX</w:t>
      </w:r>
    </w:p>
    <w:p w14:paraId="04453C42">
      <w:pPr>
        <w:ind w:firstLine="616" w:firstLineChars="200"/>
        <w:jc w:val="left"/>
        <w:rPr>
          <w:rFonts w:ascii="仿宋_GB2312" w:eastAsia="仿宋_GB2312" w:cs="宋体"/>
          <w:color w:val="auto"/>
          <w:kern w:val="0"/>
          <w:sz w:val="32"/>
          <w:szCs w:val="32"/>
          <w:highlight w:val="none"/>
        </w:rPr>
      </w:pPr>
    </w:p>
    <w:p w14:paraId="16BA9E09">
      <w:pPr>
        <w:ind w:firstLine="616" w:firstLineChars="200"/>
        <w:jc w:val="left"/>
        <w:rPr>
          <w:rFonts w:ascii="仿宋_GB2312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 w:cs="宋体"/>
          <w:color w:val="auto"/>
          <w:kern w:val="0"/>
          <w:sz w:val="32"/>
          <w:szCs w:val="32"/>
          <w:highlight w:val="none"/>
        </w:rPr>
        <w:t xml:space="preserve">姓名（考生本人手写签名）：      </w:t>
      </w:r>
    </w:p>
    <w:p w14:paraId="6041ECDC">
      <w:pPr>
        <w:ind w:firstLine="616" w:firstLineChars="200"/>
        <w:jc w:val="left"/>
        <w:rPr>
          <w:rFonts w:ascii="仿宋_GB2312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 w:cs="宋体"/>
          <w:color w:val="auto"/>
          <w:kern w:val="0"/>
          <w:sz w:val="32"/>
          <w:szCs w:val="32"/>
          <w:highlight w:val="none"/>
        </w:rPr>
        <w:t>日期：</w:t>
      </w:r>
    </w:p>
    <w:p w14:paraId="04EC51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6" w:firstLineChars="200"/>
        <w:jc w:val="left"/>
        <w:textAlignment w:val="auto"/>
        <w:rPr>
          <w:rFonts w:eastAsia="仿宋_GB2312" w:cs="宋体"/>
          <w:color w:val="auto"/>
          <w:kern w:val="0"/>
          <w:sz w:val="32"/>
          <w:szCs w:val="32"/>
          <w:highlight w:val="none"/>
          <w:u w:val="single"/>
        </w:rPr>
      </w:pPr>
    </w:p>
    <w:p w14:paraId="1A10B49A">
      <w:pPr>
        <w:widowControl/>
        <w:adjustRightInd w:val="0"/>
        <w:snapToGrid w:val="0"/>
        <w:spacing w:line="560" w:lineRule="exact"/>
        <w:ind w:firstLine="616" w:firstLineChars="200"/>
        <w:jc w:val="left"/>
        <w:rPr>
          <w:rFonts w:eastAsia="仿宋_GB2312" w:cs="宋体"/>
          <w:color w:val="auto"/>
          <w:kern w:val="0"/>
          <w:sz w:val="32"/>
          <w:szCs w:val="32"/>
          <w:highlight w:val="none"/>
          <w:u w:val="single"/>
        </w:rPr>
      </w:pPr>
    </w:p>
    <w:p w14:paraId="1EB150EC">
      <w:pPr>
        <w:widowControl/>
        <w:adjustRightInd w:val="0"/>
        <w:snapToGrid w:val="0"/>
        <w:spacing w:line="560" w:lineRule="exact"/>
        <w:ind w:firstLine="616" w:firstLineChars="200"/>
        <w:jc w:val="left"/>
        <w:rPr>
          <w:rFonts w:eastAsia="仿宋_GB2312" w:cs="宋体"/>
          <w:color w:val="auto"/>
          <w:kern w:val="0"/>
          <w:sz w:val="32"/>
          <w:szCs w:val="32"/>
          <w:highlight w:val="none"/>
          <w:u w:val="single"/>
        </w:rPr>
      </w:pPr>
    </w:p>
    <w:p w14:paraId="08C375BF">
      <w:pPr>
        <w:jc w:val="center"/>
        <w:rPr>
          <w:rFonts w:hint="eastAsia" w:eastAsia="方正仿宋_GBK"/>
          <w:bCs/>
          <w:color w:val="auto"/>
          <w:spacing w:val="8"/>
          <w:sz w:val="84"/>
          <w:szCs w:val="84"/>
          <w:highlight w:val="none"/>
        </w:rPr>
        <w:sectPr>
          <w:pgSz w:w="11906" w:h="16838"/>
          <w:pgMar w:top="1701" w:right="1531" w:bottom="1701" w:left="1531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eastAsia="方正仿宋_GBK"/>
          <w:bCs/>
          <w:color w:val="auto"/>
          <w:spacing w:val="8"/>
          <w:sz w:val="84"/>
          <w:szCs w:val="84"/>
          <w:highlight w:val="none"/>
        </w:rPr>
        <w:t>身份证复印件粘贴处</w:t>
      </w:r>
    </w:p>
    <w:p w14:paraId="47D8E6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both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3</w:t>
      </w:r>
    </w:p>
    <w:p w14:paraId="27FCDB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highlight w:val="none"/>
        </w:rPr>
        <w:t>考生报名登记表</w:t>
      </w:r>
    </w:p>
    <w:p w14:paraId="17B286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highlight w:val="none"/>
        </w:rPr>
      </w:pPr>
    </w:p>
    <w:tbl>
      <w:tblPr>
        <w:tblStyle w:val="4"/>
        <w:tblW w:w="833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1"/>
        <w:gridCol w:w="728"/>
        <w:gridCol w:w="204"/>
        <w:gridCol w:w="525"/>
        <w:gridCol w:w="632"/>
        <w:gridCol w:w="438"/>
        <w:gridCol w:w="832"/>
        <w:gridCol w:w="238"/>
        <w:gridCol w:w="1565"/>
        <w:gridCol w:w="666"/>
        <w:gridCol w:w="188"/>
        <w:gridCol w:w="316"/>
        <w:gridCol w:w="953"/>
      </w:tblGrid>
      <w:tr w14:paraId="6C2EE0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F096850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720C8AE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张三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78B6A0A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FFBBE6A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男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D31787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民族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10B0DE7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汉族</w:t>
            </w:r>
          </w:p>
        </w:tc>
        <w:tc>
          <w:tcPr>
            <w:tcW w:w="1269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B7E2B9A">
            <w:pPr>
              <w:widowControl/>
              <w:spacing w:line="335" w:lineRule="atLeast"/>
              <w:ind w:firstLine="376" w:firstLineChars="200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  <w:p w14:paraId="060A0295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彩色证件照</w:t>
            </w:r>
          </w:p>
          <w:p w14:paraId="0692E8FF">
            <w:pPr>
              <w:widowControl/>
              <w:spacing w:line="335" w:lineRule="atLeas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4DFE79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1AF12A4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出生年月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E971C2C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1987.12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1960A7A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政治面貌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39E5E8D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中共党员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2D11127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入党（团）时间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ECAA9E8">
            <w:pPr>
              <w:widowControl/>
              <w:spacing w:line="335" w:lineRule="atLeast"/>
              <w:jc w:val="center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2008.05</w:t>
            </w:r>
          </w:p>
        </w:tc>
        <w:tc>
          <w:tcPr>
            <w:tcW w:w="1269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34BCC89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341F08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13B0315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最高学历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19E30C2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研究生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9247728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8F4A897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大学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C9E378E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A1492C8">
            <w:pPr>
              <w:widowControl/>
              <w:spacing w:line="335" w:lineRule="atLeast"/>
              <w:jc w:val="center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2012.03</w:t>
            </w:r>
          </w:p>
        </w:tc>
        <w:tc>
          <w:tcPr>
            <w:tcW w:w="1269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609870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1BA085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30718FA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学位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1B5EB5F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硕士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441E7FD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院系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2AC6237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70828E4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入学前户籍所在地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D3B32D7">
            <w:pPr>
              <w:widowControl/>
              <w:spacing w:line="335" w:lineRule="atLeas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ˎ̥" w:hAnsi="ˎ̥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河南郑州</w:t>
            </w:r>
          </w:p>
        </w:tc>
        <w:tc>
          <w:tcPr>
            <w:tcW w:w="1269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562B605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637822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05507A9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单位所在地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480BF81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北京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FD3FADB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单位性质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C5D926D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395D336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工作单位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D0555FD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</w:t>
            </w:r>
          </w:p>
        </w:tc>
      </w:tr>
      <w:tr w14:paraId="0BC08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3D6F4E2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工作职务</w:t>
            </w:r>
          </w:p>
        </w:tc>
        <w:tc>
          <w:tcPr>
            <w:tcW w:w="33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4795766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2F320BB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基层工作经历年限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D49FAA1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年</w:t>
            </w:r>
          </w:p>
        </w:tc>
      </w:tr>
      <w:tr w14:paraId="6771AE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1720B3E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考生类别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A1D1C17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907C431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婚姻状况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96E993B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已婚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779751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人事档案存放单位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CE02450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</w:tr>
      <w:tr w14:paraId="1E418C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9CF41D9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208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3C4608C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（以毕业证书为准）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D72E33F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籍贯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C890B62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河北承德</w:t>
            </w:r>
          </w:p>
        </w:tc>
        <w:tc>
          <w:tcPr>
            <w:tcW w:w="117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97ABEEB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户籍所在地</w:t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B78C14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北京海淀</w:t>
            </w:r>
          </w:p>
        </w:tc>
      </w:tr>
      <w:tr w14:paraId="392583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3C379B8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通讯地址</w:t>
            </w:r>
          </w:p>
        </w:tc>
        <w:tc>
          <w:tcPr>
            <w:tcW w:w="5162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894BCB4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17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3EB0CBC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邮政编码</w:t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C40F5E5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</w:tr>
      <w:tr w14:paraId="117812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9109BF7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身份证号</w:t>
            </w:r>
          </w:p>
        </w:tc>
        <w:tc>
          <w:tcPr>
            <w:tcW w:w="33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E559623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87C6EB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联系电话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1146FD1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</w:tr>
      <w:tr w14:paraId="4C42B3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5747738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手机号码</w:t>
            </w:r>
          </w:p>
        </w:tc>
        <w:tc>
          <w:tcPr>
            <w:tcW w:w="33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C778E1D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9029C0E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E-mail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8B037F4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</w:tr>
      <w:tr w14:paraId="3E507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9" w:hRule="atLeast"/>
          <w:jc w:val="center"/>
        </w:trPr>
        <w:tc>
          <w:tcPr>
            <w:tcW w:w="1983" w:type="dxa"/>
            <w:gridSpan w:val="3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9A0080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服务基层项目</w:t>
            </w:r>
          </w:p>
          <w:p w14:paraId="6591D1CF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工作经历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4F54C4F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“三支一扶”计划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EEAC3A7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大学生村官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758DB7C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大学生志愿服务西部计划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2F8CCEB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农村义务教育阶段学校教师特设岗位计划</w:t>
            </w:r>
          </w:p>
        </w:tc>
      </w:tr>
      <w:tr w14:paraId="183654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" w:hRule="atLeast"/>
          <w:jc w:val="center"/>
        </w:trPr>
        <w:tc>
          <w:tcPr>
            <w:tcW w:w="1983" w:type="dxa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804F70F"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9314B02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31C5A4B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59368B0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DF46176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</w:tr>
      <w:tr w14:paraId="1B68CB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" w:hRule="atLeast"/>
          <w:jc w:val="center"/>
        </w:trPr>
        <w:tc>
          <w:tcPr>
            <w:tcW w:w="198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0280A8A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招考部门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DD0D9AE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部门代码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8254979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用人司局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6A0CB6F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职位名称及代码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721F5C9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考试地点</w:t>
            </w:r>
          </w:p>
        </w:tc>
      </w:tr>
      <w:tr w14:paraId="44152C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atLeast"/>
          <w:jc w:val="center"/>
        </w:trPr>
        <w:tc>
          <w:tcPr>
            <w:tcW w:w="198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596CAEA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1562D37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C6985F5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8DAF07E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C8A5AAF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</w:tr>
      <w:tr w14:paraId="5DB8D1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19F6CF6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学习经历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34D503C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1993年08月--1999年07月  </w:t>
            </w:r>
            <w:bookmarkStart w:id="6" w:name="OLE_LINK5"/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河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南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省</w:t>
            </w:r>
            <w:bookmarkEnd w:id="6"/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XXX小学学生（小学）</w:t>
            </w:r>
          </w:p>
          <w:p w14:paraId="5F26B468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1999年08月--2002年06月  河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南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省XXX中学学生（初中）</w:t>
            </w:r>
          </w:p>
          <w:p w14:paraId="17F35BCF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2002年09月--2005年06月  河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南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省XXX中学学生（高中）</w:t>
            </w:r>
          </w:p>
          <w:p w14:paraId="3171DCF8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2005年09月--2009年07月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大学XXX学院XXX专业学生（全日制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/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在职，大学本科，工学学士）</w:t>
            </w:r>
          </w:p>
          <w:p w14:paraId="67CBE574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2009年09月--2012年03月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大学XXX学院XXX专业学生（全日制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/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在职，硕士研究生，工学硕士）</w:t>
            </w:r>
          </w:p>
          <w:p w14:paraId="00C066E7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2D3F55BB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58F85052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24C2FE4D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237C7244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6B785C29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4645B11A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DA3D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4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DD808F2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工作经历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BFBDBDC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2012年04月--2013年08月  XXXX公司XXX部门XXX</w:t>
            </w:r>
          </w:p>
          <w:p w14:paraId="2079DC17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2013年0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月--2014年05月  待业</w:t>
            </w:r>
          </w:p>
          <w:p w14:paraId="634C0EC6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2014年0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月至今           XXXX公司XXX部门XXX</w:t>
            </w:r>
          </w:p>
          <w:p w14:paraId="312E519C"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（工作经历时间需连续，不可与全日制学习经历时间有重叠，请更新到最新情况）</w:t>
            </w:r>
          </w:p>
          <w:p w14:paraId="1DCD5388"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772366FB"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63E50729"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3E147078"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21EC447F"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102967F5"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1C98101B"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3795D08F"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CF006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9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D62CD0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奖惩情况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0B2B078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 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XXXX（同类奖励请合并填写，如2012、2014年获XXX大学三好学生；只填写学校、所在单位及以上级别的奖励）</w:t>
            </w:r>
          </w:p>
          <w:p w14:paraId="73EB75CF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1820BA08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7D3D5F66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DC93E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758EAE9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既往病史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D60C6DC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 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  <w:p w14:paraId="53B4B13B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4EA60A72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5DB72D81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B9ADD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60036DD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学科成绩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4C59989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（仅应届毕业生填写）</w:t>
            </w:r>
          </w:p>
          <w:p w14:paraId="7A1D4F24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4E018551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64575A67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68A578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EB81B64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论文情况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F0442D2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（仅应届毕业生填写，只写标题和核心内容，简明扼要）</w:t>
            </w:r>
          </w:p>
          <w:p w14:paraId="4CB01EB7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0AD961F0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3BFDB5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BCECEDB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实习经历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3DA1E46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  <w:p w14:paraId="20D2F031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34C2F14D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 w14:paraId="113AE0BE"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ED7E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605240F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家庭成员</w:t>
            </w:r>
          </w:p>
          <w:p w14:paraId="0BDEEADC"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情况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2836A3A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称谓</w:t>
            </w:r>
          </w:p>
        </w:tc>
        <w:tc>
          <w:tcPr>
            <w:tcW w:w="729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34D4FA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ˎ̥" w:hAnsi="ˎ̥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070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4F063B9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出生年月</w:t>
            </w:r>
          </w:p>
        </w:tc>
        <w:tc>
          <w:tcPr>
            <w:tcW w:w="1070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17BB5C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政治面貌</w:t>
            </w:r>
          </w:p>
        </w:tc>
        <w:tc>
          <w:tcPr>
            <w:tcW w:w="2231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CEF964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ˎ̥" w:hAnsi="ˎ̥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所在单位</w:t>
            </w:r>
          </w:p>
        </w:tc>
        <w:tc>
          <w:tcPr>
            <w:tcW w:w="1457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7B441DC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ˎ̥" w:hAnsi="ˎ̥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职务</w:t>
            </w:r>
          </w:p>
        </w:tc>
      </w:tr>
      <w:tr w14:paraId="4C1D3E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" w:hRule="atLeast"/>
          <w:jc w:val="center"/>
        </w:trPr>
        <w:tc>
          <w:tcPr>
            <w:tcW w:w="1051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80D4328">
            <w:pPr>
              <w:spacing w:line="335" w:lineRule="atLeas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</w:tcBorders>
            <w:noWrap w:val="0"/>
            <w:vAlign w:val="center"/>
          </w:tcPr>
          <w:p w14:paraId="769C5148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 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（含配偶、子女、父母、亲兄弟姐妹，已婚的还需填写岳父岳母或公公婆婆信息）</w:t>
            </w:r>
          </w:p>
          <w:p w14:paraId="401E1A4B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父亲    张四    195006    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 中共党员    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省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研究院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   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 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工程师</w:t>
            </w:r>
          </w:p>
          <w:p w14:paraId="29C46F3F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  <w:p w14:paraId="53927A49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32B703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1939995">
            <w:pPr>
              <w:widowControl/>
              <w:jc w:val="center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备注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C5A8170"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（填写在校期间学生工作经历情况，及其他需说明的问题）</w:t>
            </w:r>
          </w:p>
        </w:tc>
      </w:tr>
    </w:tbl>
    <w:p w14:paraId="788743B7">
      <w:pPr>
        <w:rPr>
          <w:rFonts w:hint="eastAsia" w:ascii="宋体" w:hAnsi="宋体" w:eastAsia="仿宋_GB2312" w:cs="宋体"/>
          <w:color w:val="auto"/>
          <w:kern w:val="0"/>
          <w:sz w:val="18"/>
          <w:szCs w:val="18"/>
          <w:highlight w:val="none"/>
          <w:lang w:eastAsia="zh-CN"/>
        </w:rPr>
        <w:sectPr>
          <w:pgSz w:w="11906" w:h="16838"/>
          <w:pgMar w:top="1701" w:right="1531" w:bottom="1701" w:left="1531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color w:val="auto"/>
          <w:kern w:val="0"/>
          <w:sz w:val="18"/>
          <w:szCs w:val="18"/>
          <w:highlight w:val="none"/>
        </w:rPr>
        <w:t>考生类别从以下类别中择一填写：农民、事业单位工作人员、国有企业工作人员、三资、民营等企业工作人员、自由职业者、应届毕业生、留学回国人员、待业人员、其他人员</w:t>
      </w:r>
      <w:r>
        <w:rPr>
          <w:rFonts w:hint="eastAsia" w:ascii="宋体" w:hAnsi="宋体" w:cs="宋体"/>
          <w:color w:val="auto"/>
          <w:kern w:val="0"/>
          <w:sz w:val="18"/>
          <w:szCs w:val="18"/>
          <w:highlight w:val="none"/>
          <w:lang w:eastAsia="zh-CN"/>
        </w:rPr>
        <w:t>。</w:t>
      </w:r>
    </w:p>
    <w:p w14:paraId="60BD8404">
      <w:pPr>
        <w:pStyle w:val="3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5</w:t>
      </w:r>
    </w:p>
    <w:p w14:paraId="2A728F43">
      <w:pPr>
        <w:pStyle w:val="3"/>
        <w:shd w:val="clear" w:color="auto" w:fill="FFFFFF"/>
        <w:spacing w:before="0" w:beforeAutospacing="0" w:after="0" w:afterAutospacing="0" w:line="580" w:lineRule="exact"/>
        <w:jc w:val="center"/>
        <w:rPr>
          <w:rFonts w:ascii="方正小标宋简体" w:hAnsi="方正小标宋简体" w:eastAsia="方正小标宋简体" w:cs="方正小标宋简体"/>
          <w:color w:val="auto"/>
          <w:spacing w:val="8"/>
          <w:kern w:val="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8"/>
          <w:kern w:val="2"/>
          <w:sz w:val="44"/>
          <w:szCs w:val="44"/>
          <w:highlight w:val="none"/>
        </w:rPr>
        <w:t>考生承诺书</w:t>
      </w:r>
    </w:p>
    <w:p w14:paraId="2BCBD1DF">
      <w:pPr>
        <w:pStyle w:val="3"/>
        <w:shd w:val="clear" w:color="auto" w:fill="FFFFFF"/>
        <w:spacing w:before="0" w:beforeAutospacing="0" w:after="0" w:afterAutospacing="0" w:line="580" w:lineRule="exact"/>
        <w:ind w:firstLine="616" w:firstLineChars="200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72F6D3D8">
      <w:pPr>
        <w:pStyle w:val="3"/>
        <w:shd w:val="clear" w:color="auto" w:fill="FFFFFF"/>
        <w:spacing w:before="0" w:beforeAutospacing="0" w:after="0" w:afterAutospacing="0" w:line="580" w:lineRule="exact"/>
        <w:ind w:firstLine="616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本人XXX，身份证号：XXXXXXXXXXXXXXXXXX，为参加国家粮食和物资储备局河南局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年公务员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招录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面试的考生。按照要求，我郑重作出以下承诺：</w:t>
      </w:r>
    </w:p>
    <w:p w14:paraId="63CE4C2B">
      <w:pPr>
        <w:pStyle w:val="3"/>
        <w:shd w:val="clear" w:color="auto" w:fill="FFFFFF"/>
        <w:spacing w:before="0" w:beforeAutospacing="0" w:after="0" w:afterAutospacing="0" w:line="580" w:lineRule="exact"/>
        <w:ind w:firstLine="616" w:firstLineChars="200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一、面试过程中遵守纪律、服从管理，不携带任何电子和有通讯功能的设备进入候考室和考场，不扰乱面试纪律；</w:t>
      </w:r>
    </w:p>
    <w:p w14:paraId="4138F572">
      <w:pPr>
        <w:pStyle w:val="3"/>
        <w:shd w:val="clear" w:color="auto" w:fill="FFFFFF"/>
        <w:spacing w:before="0" w:beforeAutospacing="0" w:after="0" w:afterAutospacing="0" w:line="580" w:lineRule="exact"/>
        <w:ind w:firstLine="616" w:firstLineChars="200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二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不以任何方式向他人暗示或泄露试题。</w:t>
      </w:r>
    </w:p>
    <w:p w14:paraId="6A8E6E76">
      <w:pPr>
        <w:pStyle w:val="3"/>
        <w:shd w:val="clear" w:color="auto" w:fill="FFFFFF"/>
        <w:spacing w:before="0" w:beforeAutospacing="0" w:after="0" w:afterAutospacing="0" w:line="580" w:lineRule="exact"/>
        <w:ind w:firstLine="616" w:firstLineChars="200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（以下内容请用签字笔抄写）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>以上系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>本人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>作出的承诺，如有故意隐瞒或违反上述承诺内容，愿意按照法律法规承担相应责任。</w:t>
      </w:r>
    </w:p>
    <w:p w14:paraId="352E5371">
      <w:pPr>
        <w:pStyle w:val="3"/>
        <w:shd w:val="clear" w:color="auto" w:fill="FFFFFF"/>
        <w:spacing w:before="0" w:beforeAutospacing="0" w:after="0" w:afterAutospacing="0" w:line="580" w:lineRule="exact"/>
        <w:ind w:firstLine="616" w:firstLineChars="200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</w:pPr>
    </w:p>
    <w:p w14:paraId="1D6FDD71">
      <w:pPr>
        <w:pStyle w:val="3"/>
        <w:shd w:val="clear" w:color="auto" w:fill="FFFFFF"/>
        <w:spacing w:before="0" w:beforeAutospacing="0" w:after="0" w:afterAutospacing="0" w:line="580" w:lineRule="exact"/>
        <w:ind w:firstLine="616" w:firstLineChars="200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</w:pPr>
    </w:p>
    <w:p w14:paraId="3C223283">
      <w:pPr>
        <w:ind w:firstLine="616" w:firstLineChars="200"/>
        <w:jc w:val="left"/>
        <w:rPr>
          <w:rFonts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姓名（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考生本人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手写签名）：      </w:t>
      </w:r>
    </w:p>
    <w:p w14:paraId="17845BFF">
      <w:pPr>
        <w:ind w:firstLine="616" w:firstLineChars="200"/>
        <w:jc w:val="left"/>
        <w:rPr>
          <w:rFonts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日期：</w:t>
      </w:r>
    </w:p>
    <w:p w14:paraId="4A8AC840">
      <w:pPr>
        <w:widowControl/>
        <w:adjustRightInd w:val="0"/>
        <w:snapToGrid w:val="0"/>
        <w:spacing w:line="560" w:lineRule="exact"/>
        <w:ind w:firstLine="616" w:firstLineChars="200"/>
        <w:jc w:val="left"/>
        <w:rPr>
          <w:rFonts w:eastAsia="仿宋_GB2312" w:cs="宋体"/>
          <w:color w:val="auto"/>
          <w:kern w:val="0"/>
          <w:sz w:val="32"/>
          <w:szCs w:val="32"/>
          <w:highlight w:val="none"/>
          <w:u w:val="single"/>
        </w:rPr>
      </w:pPr>
    </w:p>
    <w:p w14:paraId="0569CE0D">
      <w:pPr>
        <w:widowControl/>
        <w:adjustRightInd w:val="0"/>
        <w:snapToGrid w:val="0"/>
        <w:spacing w:line="560" w:lineRule="exact"/>
        <w:ind w:firstLine="616" w:firstLineChars="200"/>
        <w:jc w:val="left"/>
        <w:rPr>
          <w:rFonts w:eastAsia="仿宋_GB2312" w:cs="宋体"/>
          <w:color w:val="auto"/>
          <w:kern w:val="0"/>
          <w:sz w:val="32"/>
          <w:szCs w:val="32"/>
          <w:highlight w:val="none"/>
          <w:u w:val="single"/>
        </w:rPr>
      </w:pPr>
    </w:p>
    <w:p w14:paraId="722FFF1E">
      <w:pPr>
        <w:jc w:val="center"/>
        <w:rPr>
          <w:rFonts w:hint="eastAsia" w:eastAsia="方正仿宋_GBK"/>
          <w:bCs/>
          <w:color w:val="auto"/>
          <w:spacing w:val="8"/>
          <w:sz w:val="84"/>
          <w:szCs w:val="84"/>
          <w:highlight w:val="none"/>
        </w:rPr>
      </w:pPr>
      <w:r>
        <w:rPr>
          <w:rFonts w:hint="eastAsia" w:eastAsia="方正仿宋_GBK"/>
          <w:bCs/>
          <w:color w:val="auto"/>
          <w:spacing w:val="8"/>
          <w:sz w:val="84"/>
          <w:szCs w:val="84"/>
          <w:highlight w:val="none"/>
        </w:rPr>
        <w:t>身份证复印件粘贴处</w:t>
      </w:r>
    </w:p>
    <w:p w14:paraId="47A13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/>
        <w:spacing w:beforeAutospacing="0" w:line="240" w:lineRule="auto"/>
        <w:ind w:left="0" w:leftChars="0" w:right="0" w:rightChars="0" w:firstLine="616" w:firstLineChars="200"/>
        <w:jc w:val="left"/>
        <w:textAlignment w:val="auto"/>
        <w:outlineLvl w:val="9"/>
        <w:rPr>
          <w:rFonts w:hint="eastAsia" w:eastAsia="仿宋_GB2312"/>
          <w:color w:val="auto"/>
          <w:highlight w:val="none"/>
          <w:lang w:eastAsia="zh-CN"/>
        </w:rPr>
      </w:pPr>
    </w:p>
    <w:p w14:paraId="709A28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/>
        <w:spacing w:beforeAutospacing="0" w:line="240" w:lineRule="auto"/>
        <w:ind w:left="0" w:leftChars="0" w:right="0" w:rightChars="0" w:firstLine="616" w:firstLineChars="200"/>
        <w:jc w:val="left"/>
        <w:textAlignment w:val="auto"/>
        <w:outlineLvl w:val="9"/>
        <w:rPr>
          <w:rFonts w:hint="eastAsia" w:eastAsia="仿宋_GB2312"/>
          <w:color w:val="auto"/>
          <w:highlight w:val="none"/>
          <w:lang w:eastAsia="zh-CN"/>
        </w:rPr>
      </w:pPr>
    </w:p>
    <w:sectPr>
      <w:pgSz w:w="11906" w:h="16838"/>
      <w:pgMar w:top="1701" w:right="1531" w:bottom="1701" w:left="1531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EBCBC3">
    <w:pPr>
      <w:pStyle w:val="2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373D7A9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DesQ8x4QEAAMwDAAAOAAAA&#10;AAAAAAEAIAAAAB4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73D7A9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dit="readOnly"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MDIxY2RjY2Q2ODkwMGY1ODQzMzYxMzlmY2Y3NGYifQ=="/>
    <w:docVar w:name="KSO_WPS_MARK_KEY" w:val="a3cecf94-9072-40e6-b565-c479a3e99499"/>
  </w:docVars>
  <w:rsids>
    <w:rsidRoot w:val="16E401CC"/>
    <w:rsid w:val="01856881"/>
    <w:rsid w:val="025407EF"/>
    <w:rsid w:val="049027FC"/>
    <w:rsid w:val="064F0082"/>
    <w:rsid w:val="068F00E1"/>
    <w:rsid w:val="08AB6622"/>
    <w:rsid w:val="0BC72419"/>
    <w:rsid w:val="11BB2F42"/>
    <w:rsid w:val="122A754B"/>
    <w:rsid w:val="12E06FF9"/>
    <w:rsid w:val="16E401CC"/>
    <w:rsid w:val="1AB04D0D"/>
    <w:rsid w:val="22491C56"/>
    <w:rsid w:val="237B6E15"/>
    <w:rsid w:val="280E527A"/>
    <w:rsid w:val="291A6B09"/>
    <w:rsid w:val="29907C3F"/>
    <w:rsid w:val="2BE412CA"/>
    <w:rsid w:val="2BF77F01"/>
    <w:rsid w:val="2D827D1E"/>
    <w:rsid w:val="33803C8A"/>
    <w:rsid w:val="34EC4C37"/>
    <w:rsid w:val="35343901"/>
    <w:rsid w:val="36F7A695"/>
    <w:rsid w:val="38A8133A"/>
    <w:rsid w:val="39DB03B0"/>
    <w:rsid w:val="3BFFA5AB"/>
    <w:rsid w:val="3D5E0C45"/>
    <w:rsid w:val="3E8527A2"/>
    <w:rsid w:val="3F17C153"/>
    <w:rsid w:val="3FFB31F4"/>
    <w:rsid w:val="47A8519E"/>
    <w:rsid w:val="491C3CD7"/>
    <w:rsid w:val="492905A3"/>
    <w:rsid w:val="49F8204D"/>
    <w:rsid w:val="4A015677"/>
    <w:rsid w:val="4C7553B3"/>
    <w:rsid w:val="4DAF4C6A"/>
    <w:rsid w:val="514F07F2"/>
    <w:rsid w:val="54307A35"/>
    <w:rsid w:val="545A24A8"/>
    <w:rsid w:val="587F5FBB"/>
    <w:rsid w:val="5AC625D0"/>
    <w:rsid w:val="5E0F1B60"/>
    <w:rsid w:val="613E2453"/>
    <w:rsid w:val="6576393A"/>
    <w:rsid w:val="6BEFCF21"/>
    <w:rsid w:val="6D717C1E"/>
    <w:rsid w:val="6EDF2B52"/>
    <w:rsid w:val="6FF9F725"/>
    <w:rsid w:val="71CF71C8"/>
    <w:rsid w:val="759F3666"/>
    <w:rsid w:val="75DB226C"/>
    <w:rsid w:val="77494C14"/>
    <w:rsid w:val="77EB2632"/>
    <w:rsid w:val="79545FF2"/>
    <w:rsid w:val="79AC5FC4"/>
    <w:rsid w:val="7B1240D2"/>
    <w:rsid w:val="7DB33C97"/>
    <w:rsid w:val="7F6916AB"/>
    <w:rsid w:val="7F7EDEBE"/>
    <w:rsid w:val="BDEFA0B4"/>
    <w:rsid w:val="BEFE2573"/>
    <w:rsid w:val="BFF702F1"/>
    <w:rsid w:val="DFEA2779"/>
    <w:rsid w:val="E8F77E81"/>
    <w:rsid w:val="FBF566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page number"/>
    <w:basedOn w:val="5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pt\kingsoft\wps-office\office6\F:\mb\fileMode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fileMode.wpt</Template>
  <Pages>11</Pages>
  <Words>3595</Words>
  <Characters>4462</Characters>
  <Lines>1</Lines>
  <Paragraphs>1</Paragraphs>
  <TotalTime>0</TotalTime>
  <ScaleCrop>false</ScaleCrop>
  <LinksUpToDate>false</LinksUpToDate>
  <CharactersWithSpaces>4590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2016-04-21T03:31:00Z</dcterms:created>
  <dc:creator>Administrator</dc:creator>
  <cp:lastModifiedBy>沁 清  欢 </cp:lastModifiedBy>
  <cp:lastPrinted>2025-02-12T06:41:18Z</cp:lastPrinted>
  <dcterms:modified xsi:type="dcterms:W3CDTF">2025-02-21T05:24:02Z</dcterms:modified>
  <dc:title>附件n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4D5DC31DAB5A41ADAB53675F9C485AB9_13</vt:lpwstr>
  </property>
  <property fmtid="{D5CDD505-2E9C-101B-9397-08002B2CF9AE}" pid="4" name="KSOTemplateDocerSaveRecord">
    <vt:lpwstr>eyJoZGlkIjoiYjQ5OWE1YmNlYmQzZmJjNjQwNDBiYTM4NTk2MjQyMGEifQ==</vt:lpwstr>
  </property>
</Properties>
</file>